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5025" w:right="-20"/>
        <w:jc w:val="left"/>
        <w:rPr>
          <w:rFonts w:ascii="Courier New" w:hAnsi="Courier New" w:cs="Courier New" w:eastAsia="Courier New"/>
          <w:sz w:val="28"/>
          <w:szCs w:val="28"/>
        </w:rPr>
      </w:pPr>
      <w:rPr/>
      <w:r>
        <w:rPr/>
        <w:pict>
          <v:shape style="position:absolute;margin-left:7.679993pt;margin-top:-24.655802pt;width:38.400002pt;height:58.560001pt;mso-position-horizontal-relative:page;mso-position-vertical-relative:paragraph;z-index:-1160" type="#_x0000_t75">
            <v:imagedata r:id="rId5" o:title=""/>
          </v:shape>
        </w:pict>
      </w:r>
      <w:r>
        <w:rPr/>
        <w:pict>
          <v:shape style="position:absolute;margin-left:56.640015pt;margin-top:-11.215788pt;width:57.599998pt;height:77.760002pt;mso-position-horizontal-relative:page;mso-position-vertical-relative:paragraph;z-index:-1159" type="#_x0000_t75">
            <v:imagedata r:id="rId6" o:title=""/>
          </v:shape>
        </w:pict>
      </w:r>
      <w:r>
        <w:rPr/>
        <w:pict>
          <v:shape style="position:absolute;margin-left:525.119995pt;margin-top:-7.375761pt;width:55.68pt;height:74.879997pt;mso-position-horizontal-relative:page;mso-position-vertical-relative:paragraph;z-index:-1158" type="#_x0000_t75">
            <v:imagedata r:id="rId7" o:title=""/>
          </v:shape>
        </w:pict>
      </w:r>
      <w:r>
        <w:rPr/>
        <w:pict>
          <v:group style="position:absolute;margin-left:117.921371pt;margin-top:27.108059pt;width:395.929934pt;height:.1pt;mso-position-horizontal-relative:page;mso-position-vertical-relative:paragraph;z-index:-1157" coordorigin="2358,542" coordsize="7919,2">
            <v:shape style="position:absolute;left:2358;top:542;width:7919;height:2" coordorigin="2358,542" coordsize="7919,0" path="m2358,542l10277,542e" filled="f" stroked="t" strokeweight="5.002725pt" strokecolor="#283460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28"/>
          <w:szCs w:val="28"/>
          <w:color w:val="182142"/>
          <w:spacing w:val="0"/>
          <w:w w:val="105"/>
        </w:rPr>
        <w:t>GOVERNMrnNTOFGUAM</w:t>
      </w:r>
      <w:r>
        <w:rPr>
          <w:rFonts w:ascii="Courier New" w:hAnsi="Courier New" w:cs="Courier New" w:eastAsia="Courier New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2966" w:right="2134" w:firstLine="1"/>
        <w:jc w:val="center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0"/>
        </w:rPr>
        <w:t>DEPARTMENT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0"/>
        </w:rPr>
        <w:t>HEALT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182142"/>
          <w:spacing w:val="0"/>
          <w:w w:val="131"/>
        </w:rPr>
        <w:t>&amp;</w:t>
      </w:r>
      <w:r>
        <w:rPr>
          <w:rFonts w:ascii="Arial" w:hAnsi="Arial" w:cs="Arial" w:eastAsia="Arial"/>
          <w:sz w:val="21"/>
          <w:szCs w:val="21"/>
          <w:color w:val="182142"/>
          <w:spacing w:val="-28"/>
          <w:w w:val="13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1"/>
        </w:rPr>
        <w:t>SERVICES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0"/>
        </w:rPr>
        <w:t>(DI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-4"/>
          <w:w w:val="100"/>
        </w:rPr>
        <w:t>P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-1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0"/>
        </w:rPr>
        <w:t>AMENTO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95"/>
        </w:rPr>
        <w:t>SALUT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95"/>
        </w:rPr>
        <w:t>PUPBLEK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95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-1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95"/>
        </w:rPr>
        <w:t>SETBISIO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95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95"/>
        </w:rPr>
        <w:t>SUSIAT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96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50" w:lineRule="exact"/>
        <w:ind w:left="4043" w:right="316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0"/>
          <w:w w:val="89"/>
        </w:rPr>
        <w:t>123</w:t>
      </w:r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15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0"/>
          <w:w w:val="89"/>
        </w:rPr>
        <w:t>Chala</w:t>
      </w:r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0"/>
          <w:w w:val="8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15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0"/>
          <w:w w:val="89"/>
        </w:rPr>
        <w:t>Kareta</w:t>
      </w:r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0"/>
          <w:w w:val="8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25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0"/>
          <w:w w:val="89"/>
        </w:rPr>
        <w:t>Manlrilao</w:t>
      </w:r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0"/>
          <w:w w:val="8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-17"/>
          <w:w w:val="8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0"/>
          <w:w w:val="93"/>
        </w:rPr>
        <w:t>Guam</w:t>
      </w:r>
      <w:r>
        <w:rPr>
          <w:rFonts w:ascii="Times New Roman" w:hAnsi="Times New Roman" w:cs="Times New Roman" w:eastAsia="Times New Roman"/>
          <w:sz w:val="23"/>
          <w:szCs w:val="23"/>
          <w:color w:val="182142"/>
          <w:spacing w:val="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82142"/>
          <w:spacing w:val="0"/>
          <w:w w:val="93"/>
        </w:rPr>
        <w:t>96913-6304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jc w:val="left"/>
        <w:spacing w:after="0"/>
        <w:sectPr>
          <w:type w:val="continuous"/>
          <w:pgSz w:w="12260" w:h="15860"/>
          <w:pgMar w:top="100" w:bottom="280" w:left="40" w:right="520"/>
        </w:sectPr>
      </w:pPr>
      <w:rPr/>
    </w:p>
    <w:p>
      <w:pPr>
        <w:spacing w:before="35" w:after="0" w:line="240" w:lineRule="auto"/>
        <w:ind w:left="908" w:right="-68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0"/>
        </w:rPr>
        <w:t>Eddie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0"/>
        </w:rPr>
        <w:t>Baza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2F3F66"/>
          <w:spacing w:val="-5"/>
          <w:w w:val="109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-12"/>
          <w:w w:val="112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2F3F66"/>
          <w:spacing w:val="0"/>
          <w:w w:val="105"/>
        </w:rPr>
        <w:t>vo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0" w:after="0" w:line="145" w:lineRule="exact"/>
        <w:ind w:left="1156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0"/>
          <w:w w:val="100"/>
        </w:rPr>
        <w:t>GOVERNOR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40" w:after="0" w:line="240" w:lineRule="auto"/>
        <w:ind w:left="-34" w:right="163"/>
        <w:jc w:val="center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0"/>
        </w:rPr>
        <w:t>Jame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7"/>
        </w:rPr>
        <w:t>Gillan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0" w:after="0" w:line="142" w:lineRule="exact"/>
        <w:ind w:left="289" w:right="573"/>
        <w:jc w:val="center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-3"/>
          <w:w w:val="93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color w:val="182142"/>
          <w:spacing w:val="0"/>
          <w:w w:val="93"/>
        </w:rPr>
        <w:t>IR</w:t>
      </w:r>
      <w:r>
        <w:rPr>
          <w:rFonts w:ascii="Times New Roman" w:hAnsi="Times New Roman" w:cs="Times New Roman" w:eastAsia="Times New Roman"/>
          <w:sz w:val="13"/>
          <w:szCs w:val="13"/>
          <w:color w:val="182142"/>
          <w:spacing w:val="-3"/>
          <w:w w:val="93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0"/>
          <w:w w:val="92"/>
        </w:rPr>
        <w:t>CTOR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100" w:bottom="280" w:left="40" w:right="520"/>
          <w:cols w:num="2" w:equalWidth="0">
            <w:col w:w="2350" w:space="7787"/>
            <w:col w:w="1563"/>
          </w:cols>
        </w:sectPr>
      </w:pPr>
      <w:rPr/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100" w:bottom="280" w:left="40" w:right="520"/>
        </w:sectPr>
      </w:pPr>
      <w:rPr/>
    </w:p>
    <w:p>
      <w:pPr>
        <w:spacing w:before="35" w:after="0" w:line="240" w:lineRule="auto"/>
        <w:ind w:left="1069" w:right="179"/>
        <w:jc w:val="center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7"/>
        </w:rPr>
        <w:t>Tenor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-11"/>
          <w:w w:val="107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2F3F66"/>
          <w:spacing w:val="0"/>
          <w:w w:val="11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0" w:after="0" w:line="142" w:lineRule="exact"/>
        <w:ind w:left="874" w:right="-50"/>
        <w:jc w:val="center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4"/>
          <w:w w:val="91"/>
        </w:rPr>
        <w:t>L</w:t>
      </w:r>
      <w:r>
        <w:rPr>
          <w:rFonts w:ascii="Times New Roman" w:hAnsi="Times New Roman" w:cs="Times New Roman" w:eastAsia="Times New Roman"/>
          <w:sz w:val="13"/>
          <w:szCs w:val="13"/>
          <w:color w:val="182142"/>
          <w:spacing w:val="0"/>
          <w:w w:val="91"/>
        </w:rPr>
        <w:t>I</w:t>
      </w:r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0"/>
          <w:w w:val="91"/>
        </w:rPr>
        <w:t>EUTENANT</w:t>
      </w:r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-3"/>
          <w:w w:val="91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0"/>
          <w:w w:val="91"/>
        </w:rPr>
        <w:t>GOVERNOR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35" w:after="0" w:line="240" w:lineRule="auto"/>
        <w:ind w:left="33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3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color w:val="2F3F66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2F3F66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82142"/>
          <w:spacing w:val="0"/>
          <w:w w:val="105"/>
        </w:rPr>
        <w:t>Casil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0" w:after="0" w:line="142" w:lineRule="exact"/>
        <w:ind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0"/>
          <w:w w:val="91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-5"/>
          <w:w w:val="91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color w:val="182142"/>
          <w:spacing w:val="4"/>
          <w:w w:val="91"/>
        </w:rPr>
        <w:t>P</w:t>
      </w:r>
      <w:r>
        <w:rPr>
          <w:rFonts w:ascii="Times New Roman" w:hAnsi="Times New Roman" w:cs="Times New Roman" w:eastAsia="Times New Roman"/>
          <w:sz w:val="13"/>
          <w:szCs w:val="13"/>
          <w:color w:val="605E6D"/>
          <w:spacing w:val="0"/>
          <w:w w:val="91"/>
        </w:rPr>
        <w:t>U</w:t>
      </w:r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0"/>
          <w:w w:val="91"/>
        </w:rPr>
        <w:t>T</w:t>
      </w:r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0"/>
          <w:w w:val="91"/>
        </w:rPr>
        <w:t>Y</w:t>
      </w:r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4"/>
          <w:w w:val="91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F3F66"/>
          <w:spacing w:val="0"/>
          <w:w w:val="100"/>
        </w:rPr>
        <w:t>DIRECTOR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100" w:bottom="280" w:left="40" w:right="520"/>
          <w:cols w:num="2" w:equalWidth="0">
            <w:col w:w="2347" w:space="7909"/>
            <w:col w:w="1444"/>
          </w:cols>
        </w:sectPr>
      </w:pPr>
      <w:rPr/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type w:val="continuous"/>
          <w:pgSz w:w="12260" w:h="15860"/>
          <w:pgMar w:top="100" w:bottom="280" w:left="40" w:right="5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604" w:right="366" w:firstLine="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Denni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Stewart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Regional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Director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Food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Stam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Wester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Region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72" w:lineRule="exact"/>
        <w:ind w:left="16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90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Sevent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2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16"/>
          <w:w w:val="102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2"/>
        </w:rPr>
        <w:t>0-100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" w:after="0" w:line="240" w:lineRule="auto"/>
        <w:ind w:left="1618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Francisco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2"/>
        </w:rPr>
        <w:t>94108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160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  <w:position w:val="-1"/>
        </w:rPr>
        <w:t>Dea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  <w:position w:val="-1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  <w:position w:val="-1"/>
        </w:rPr>
        <w:t>Stewart: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Septembe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3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0,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100" w:bottom="280" w:left="40" w:right="520"/>
          <w:cols w:num="2" w:equalWidth="0">
            <w:col w:w="4086" w:space="3302"/>
            <w:col w:w="4312"/>
          </w:cols>
        </w:sectPr>
      </w:pPr>
      <w:rPr/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0" w:after="0" w:line="238" w:lineRule="auto"/>
        <w:ind w:left="1589" w:right="672" w:firstLine="1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Enclose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Guam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Department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Healt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Bodied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Adult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Dependents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WD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request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renewaVextension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exempt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certain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island-wide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of7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CPR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273.24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revie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approval.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waive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request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97"/>
        </w:rPr>
        <w:t>renewaVextension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0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Guam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Department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Labor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Burea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Statistics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1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supportin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documentatio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Guam'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ofhig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unemployment.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8" w:lineRule="auto"/>
        <w:ind w:left="1580" w:right="688" w:firstLine="1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question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concern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regardin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matter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Linda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010101"/>
          <w:spacing w:val="0"/>
          <w:w w:val="100"/>
        </w:rPr>
        <w:t>An</w:t>
      </w:r>
      <w:r>
        <w:rPr>
          <w:rFonts w:ascii="Arial" w:hAnsi="Arial" w:cs="Arial" w:eastAsia="Arial"/>
          <w:sz w:val="23"/>
          <w:szCs w:val="23"/>
          <w:color w:val="010101"/>
          <w:spacing w:val="0"/>
          <w:w w:val="100"/>
        </w:rPr>
        <w:t>n</w:t>
      </w:r>
      <w:r>
        <w:rPr>
          <w:rFonts w:ascii="Arial" w:hAnsi="Arial" w:cs="Arial" w:eastAsia="Arial"/>
          <w:sz w:val="23"/>
          <w:szCs w:val="23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1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Susuico,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Chief,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Division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Welfare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(671)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735-7300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email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hyperlink r:id="rId8">
        <w:r>
          <w:rPr>
            <w:rFonts w:ascii="Times New Roman" w:hAnsi="Times New Roman" w:cs="Times New Roman" w:eastAsia="Times New Roman"/>
            <w:sz w:val="24"/>
            <w:szCs w:val="24"/>
            <w:color w:val="11285D"/>
            <w:spacing w:val="0"/>
            <w:w w:val="100"/>
          </w:rPr>
          <w:t>lind</w:t>
        </w:r>
        <w:r>
          <w:rPr>
            <w:rFonts w:ascii="Times New Roman" w:hAnsi="Times New Roman" w:cs="Times New Roman" w:eastAsia="Times New Roman"/>
            <w:sz w:val="24"/>
            <w:szCs w:val="24"/>
            <w:color w:val="11285D"/>
            <w:spacing w:val="-8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2F3F66"/>
            <w:spacing w:val="-15"/>
            <w:w w:val="129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11285D"/>
            <w:spacing w:val="0"/>
            <w:w w:val="99"/>
          </w:rPr>
          <w:t>susuic</w:t>
        </w:r>
        <w:r>
          <w:rPr>
            <w:rFonts w:ascii="Times New Roman" w:hAnsi="Times New Roman" w:cs="Times New Roman" w:eastAsia="Times New Roman"/>
            <w:sz w:val="24"/>
            <w:szCs w:val="24"/>
            <w:color w:val="11285D"/>
            <w:spacing w:val="-6"/>
            <w:w w:val="100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2F3F66"/>
            <w:spacing w:val="-14"/>
            <w:w w:val="104"/>
          </w:rPr>
          <w:t>@</w:t>
        </w:r>
        <w:r>
          <w:rPr>
            <w:rFonts w:ascii="Times New Roman" w:hAnsi="Times New Roman" w:cs="Times New Roman" w:eastAsia="Times New Roman"/>
            <w:sz w:val="24"/>
            <w:szCs w:val="24"/>
            <w:color w:val="11285D"/>
            <w:spacing w:val="7"/>
            <w:w w:val="101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2F3F66"/>
            <w:spacing w:val="-5"/>
            <w:w w:val="101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11285D"/>
            <w:spacing w:val="0"/>
            <w:w w:val="101"/>
          </w:rPr>
          <w:t>hs</w:t>
        </w:r>
        <w:r>
          <w:rPr>
            <w:rFonts w:ascii="Times New Roman" w:hAnsi="Times New Roman" w:cs="Times New Roman" w:eastAsia="Times New Roman"/>
            <w:sz w:val="24"/>
            <w:szCs w:val="24"/>
            <w:color w:val="11285D"/>
            <w:spacing w:val="-9"/>
            <w:w w:val="101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2F3F66"/>
            <w:spacing w:val="0"/>
            <w:w w:val="101"/>
          </w:rPr>
          <w:t>.g</w:t>
        </w:r>
        <w:r>
          <w:rPr>
            <w:rFonts w:ascii="Times New Roman" w:hAnsi="Times New Roman" w:cs="Times New Roman" w:eastAsia="Times New Roman"/>
            <w:sz w:val="24"/>
            <w:szCs w:val="24"/>
            <w:color w:val="2F3F66"/>
            <w:spacing w:val="2"/>
            <w:w w:val="101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11285D"/>
            <w:spacing w:val="0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11285D"/>
            <w:spacing w:val="1"/>
            <w:w w:val="10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2F3F66"/>
            <w:spacing w:val="1"/>
            <w:w w:val="110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182142"/>
            <w:spacing w:val="-13"/>
            <w:w w:val="101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11285D"/>
            <w:spacing w:val="0"/>
            <w:w w:val="104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11285D"/>
            <w:spacing w:val="-5"/>
            <w:w w:val="104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10101"/>
            <w:spacing w:val="0"/>
            <w:w w:val="129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878" w:right="474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99"/>
        </w:rPr>
        <w:t>Sincerely,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855" w:lineRule="exact"/>
        <w:ind w:left="5601" w:right="-20"/>
        <w:jc w:val="left"/>
        <w:rPr>
          <w:rFonts w:ascii="Times New Roman" w:hAnsi="Times New Roman" w:cs="Times New Roman" w:eastAsia="Times New Roman"/>
          <w:sz w:val="78"/>
          <w:szCs w:val="78"/>
        </w:rPr>
      </w:pPr>
      <w:rPr/>
      <w:r>
        <w:rPr>
          <w:rFonts w:ascii="Times New Roman" w:hAnsi="Times New Roman" w:cs="Times New Roman" w:eastAsia="Times New Roman"/>
          <w:sz w:val="78"/>
          <w:szCs w:val="78"/>
          <w:color w:val="182142"/>
          <w:spacing w:val="-12"/>
          <w:w w:val="600"/>
          <w:i/>
          <w:position w:val="-4"/>
        </w:rPr>
        <w:t>J</w:t>
      </w:r>
      <w:r>
        <w:rPr>
          <w:rFonts w:ascii="Times New Roman" w:hAnsi="Times New Roman" w:cs="Times New Roman" w:eastAsia="Times New Roman"/>
          <w:sz w:val="78"/>
          <w:szCs w:val="78"/>
          <w:color w:val="010101"/>
          <w:spacing w:val="0"/>
          <w:w w:val="37"/>
          <w:i/>
          <w:position w:val="-4"/>
        </w:rPr>
        <w:t>G</w:t>
      </w:r>
      <w:r>
        <w:rPr>
          <w:rFonts w:ascii="Times New Roman" w:hAnsi="Times New Roman" w:cs="Times New Roman" w:eastAsia="Times New Roman"/>
          <w:sz w:val="78"/>
          <w:szCs w:val="78"/>
          <w:color w:val="000000"/>
          <w:spacing w:val="0"/>
          <w:w w:val="100"/>
          <w:position w:val="0"/>
        </w:rPr>
      </w:r>
    </w:p>
    <w:p>
      <w:pPr>
        <w:spacing w:before="0" w:after="0" w:line="203" w:lineRule="exact"/>
        <w:ind w:left="5863" w:right="397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  <w:position w:val="1"/>
        </w:rPr>
        <w:t>Director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  <w:position w:val="1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4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4"/>
          <w:position w:val="1"/>
        </w:rPr>
        <w:t>DPHSS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jc w:val="center"/>
        <w:spacing w:after="0"/>
        <w:sectPr>
          <w:type w:val="continuous"/>
          <w:pgSz w:w="12260" w:h="15860"/>
          <w:pgMar w:top="100" w:bottom="280" w:left="40" w:right="520"/>
        </w:sectPr>
      </w:pPr>
      <w:rPr/>
    </w:p>
    <w:p>
      <w:pPr>
        <w:spacing w:before="71" w:after="0" w:line="240" w:lineRule="auto"/>
        <w:ind w:left="2093" w:right="178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WAIVER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5"/>
        </w:rPr>
        <w:t>RENEWAL/EXTENSIO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6"/>
        </w:rPr>
        <w:t>REQUEST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06" w:right="-20"/>
        <w:jc w:val="left"/>
        <w:tabs>
          <w:tab w:pos="10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" w:hAnsi="Arial" w:cs="Arial" w:eastAsia="Arial"/>
          <w:sz w:val="23"/>
          <w:szCs w:val="23"/>
          <w:color w:val="010101"/>
          <w:spacing w:val="0"/>
          <w:w w:val="100"/>
        </w:rPr>
        <w:t>1.</w:t>
      </w:r>
      <w:r>
        <w:rPr>
          <w:rFonts w:ascii="Arial" w:hAnsi="Arial" w:cs="Arial" w:eastAsia="Arial"/>
          <w:sz w:val="23"/>
          <w:szCs w:val="23"/>
          <w:color w:val="010101"/>
          <w:spacing w:val="-52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010101"/>
          <w:spacing w:val="0"/>
          <w:w w:val="100"/>
        </w:rPr>
        <w:tab/>
      </w:r>
      <w:r>
        <w:rPr>
          <w:rFonts w:ascii="Arial" w:hAnsi="Arial" w:cs="Arial" w:eastAsia="Arial"/>
          <w:sz w:val="23"/>
          <w:szCs w:val="23"/>
          <w:color w:val="010101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Waive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serial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12"/>
        </w:rPr>
        <w:t>number: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87" w:right="-20"/>
        <w:jc w:val="left"/>
        <w:tabs>
          <w:tab w:pos="100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10"/>
        </w:rPr>
        <w:t>request: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WAIVER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RENE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W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EXTENSION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87" w:right="-20"/>
        <w:jc w:val="left"/>
        <w:tabs>
          <w:tab w:pos="100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12"/>
        </w:rPr>
        <w:t>Primar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regulatio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citation: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CFR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6"/>
        </w:rPr>
        <w:t>273.24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77" w:right="-20"/>
        <w:jc w:val="left"/>
        <w:tabs>
          <w:tab w:pos="100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7"/>
        </w:rPr>
        <w:t>Secondar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7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4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regulatio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citation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any: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"/>
          <w:w w:val="106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343434"/>
          <w:spacing w:val="-6"/>
          <w:w w:val="103"/>
        </w:rPr>
        <w:t>/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77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State: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Territor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Guam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77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Region: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Western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8" w:lineRule="auto"/>
        <w:ind w:left="979" w:right="65" w:firstLine="-712"/>
        <w:jc w:val="left"/>
        <w:tabs>
          <w:tab w:pos="9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9"/>
        </w:rPr>
        <w:t>Regulator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9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16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9"/>
        </w:rPr>
        <w:t>requirements: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42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CFR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273.24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able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bodie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dependent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eligible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participate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Supplemental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Nutritio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Assistance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(SNAP)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membe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6"/>
        </w:rPr>
        <w:t>any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househol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precedin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36-mont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3"/>
        </w:rPr>
        <w:t>received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64" w:lineRule="exact"/>
        <w:ind w:left="994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SNAP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benefit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3-month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consecutive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otherwise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during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8" w:after="0" w:line="249" w:lineRule="auto"/>
        <w:ind w:left="970" w:right="52" w:firstLine="1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hours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week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average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2"/>
        </w:rPr>
        <w:t>monthly;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participate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compl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2"/>
        </w:rPr>
        <w:t>program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8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hours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week;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participate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compl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Sectio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comparable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2"/>
        </w:rPr>
        <w:t>program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establishe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state;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receive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benefit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exempt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2"/>
        </w:rPr>
        <w:t>these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requirements.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9" w:lineRule="auto"/>
        <w:ind w:left="960" w:right="65" w:firstLine="1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CFR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273.24(£)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request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Agency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Secretar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waive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applicabilit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above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provisio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6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Secretar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determinatio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11"/>
        </w:rPr>
        <w:t>in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reside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3"/>
        </w:rPr>
        <w:t>does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sufficient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employment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3"/>
        </w:rPr>
        <w:t>individuals.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auto"/>
        <w:ind w:left="951" w:right="70" w:firstLine="-707"/>
        <w:jc w:val="left"/>
        <w:tabs>
          <w:tab w:pos="960" w:val="left"/>
          <w:tab w:pos="494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Propose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9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4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0"/>
          <w:w w:val="109"/>
        </w:rPr>
        <w:t>procedures:</w:t>
      </w:r>
      <w:r>
        <w:rPr>
          <w:rFonts w:ascii="Times New Roman" w:hAnsi="Times New Roman" w:cs="Times New Roman" w:eastAsia="Times New Roman"/>
          <w:sz w:val="24"/>
          <w:szCs w:val="24"/>
          <w:color w:val="010101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Territor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Guam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Department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Healt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requestin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island-wide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waive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renewal/extension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exempt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populatio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CFR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273.24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hig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rate.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sample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survey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9"/>
        </w:rPr>
        <w:t>ofhousehold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9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conducte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Guam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Department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Labor'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Burea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Statistic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BLS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61616"/>
          <w:spacing w:val="-4"/>
          <w:w w:val="115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182856"/>
          <w:spacing w:val="0"/>
          <w:w w:val="106"/>
        </w:rPr>
        <w:t>http</w:t>
      </w:r>
      <w:r>
        <w:rPr>
          <w:rFonts w:ascii="Times New Roman" w:hAnsi="Times New Roman" w:cs="Times New Roman" w:eastAsia="Times New Roman"/>
          <w:sz w:val="23"/>
          <w:szCs w:val="23"/>
          <w:color w:val="182856"/>
          <w:spacing w:val="-17"/>
          <w:w w:val="106"/>
        </w:rPr>
        <w:t>:</w:t>
      </w:r>
      <w:r>
        <w:rPr>
          <w:rFonts w:ascii="Times New Roman" w:hAnsi="Times New Roman" w:cs="Times New Roman" w:eastAsia="Times New Roman"/>
          <w:sz w:val="23"/>
          <w:szCs w:val="23"/>
          <w:color w:val="5D627C"/>
          <w:spacing w:val="0"/>
          <w:w w:val="107"/>
        </w:rPr>
        <w:t>/</w:t>
      </w:r>
      <w:r>
        <w:rPr>
          <w:rFonts w:ascii="Times New Roman" w:hAnsi="Times New Roman" w:cs="Times New Roman" w:eastAsia="Times New Roman"/>
          <w:sz w:val="23"/>
          <w:szCs w:val="23"/>
          <w:color w:val="5D627C"/>
          <w:spacing w:val="-7"/>
          <w:w w:val="107"/>
        </w:rPr>
        <w:t>/</w:t>
      </w:r>
      <w:r>
        <w:rPr>
          <w:rFonts w:ascii="Times New Roman" w:hAnsi="Times New Roman" w:cs="Times New Roman" w:eastAsia="Times New Roman"/>
          <w:sz w:val="23"/>
          <w:szCs w:val="23"/>
          <w:color w:val="182856"/>
          <w:spacing w:val="0"/>
          <w:w w:val="104"/>
        </w:rPr>
        <w:t>dol.guam.go</w:t>
      </w:r>
      <w:r>
        <w:rPr>
          <w:rFonts w:ascii="Times New Roman" w:hAnsi="Times New Roman" w:cs="Times New Roman" w:eastAsia="Times New Roman"/>
          <w:sz w:val="23"/>
          <w:szCs w:val="23"/>
          <w:color w:val="182856"/>
          <w:spacing w:val="-3"/>
          <w:w w:val="105"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6"/>
        </w:rPr>
        <w:t>).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periodic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survey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fiel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interview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conducte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inquirin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about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activit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statu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calenda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week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Guam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3"/>
        </w:rPr>
        <w:t>unemployment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benefit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residents.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auto"/>
        <w:ind w:left="941" w:right="90" w:firstLine="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10"/>
        </w:rPr>
        <w:t>Guam'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1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15"/>
        </w:rPr>
        <w:t>ofhig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15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15"/>
          <w:w w:val="11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Guam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combine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collecte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2004,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Decembe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3"/>
        </w:rPr>
        <w:t>2005,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Marc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2006,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Septembe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2006,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Septembe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2007,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Septembe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2009,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1"/>
        </w:rPr>
        <w:t>and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compare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82856"/>
          <w:spacing w:val="0"/>
          <w:w w:val="104"/>
        </w:rPr>
        <w:t>(</w:t>
      </w:r>
      <w:hyperlink r:id="rId9">
        <w:r>
          <w:rPr>
            <w:rFonts w:ascii="Times New Roman" w:hAnsi="Times New Roman" w:cs="Times New Roman" w:eastAsia="Times New Roman"/>
            <w:sz w:val="23"/>
            <w:szCs w:val="23"/>
            <w:color w:val="182856"/>
            <w:spacing w:val="0"/>
            <w:w w:val="104"/>
          </w:rPr>
          <w:t>http</w:t>
        </w:r>
        <w:r>
          <w:rPr>
            <w:rFonts w:ascii="Times New Roman" w:hAnsi="Times New Roman" w:cs="Times New Roman" w:eastAsia="Times New Roman"/>
            <w:sz w:val="23"/>
            <w:szCs w:val="23"/>
            <w:color w:val="182856"/>
            <w:spacing w:val="-13"/>
            <w:w w:val="104"/>
          </w:rPr>
          <w:t>:</w:t>
        </w:r>
        <w:r>
          <w:rPr>
            <w:rFonts w:ascii="Times New Roman" w:hAnsi="Times New Roman" w:cs="Times New Roman" w:eastAsia="Times New Roman"/>
            <w:sz w:val="23"/>
            <w:szCs w:val="23"/>
            <w:color w:val="5D627C"/>
            <w:spacing w:val="0"/>
            <w:w w:val="104"/>
          </w:rPr>
          <w:t>/</w:t>
        </w:r>
        <w:r>
          <w:rPr>
            <w:rFonts w:ascii="Times New Roman" w:hAnsi="Times New Roman" w:cs="Times New Roman" w:eastAsia="Times New Roman"/>
            <w:sz w:val="23"/>
            <w:szCs w:val="23"/>
            <w:color w:val="5D627C"/>
            <w:spacing w:val="-1"/>
            <w:w w:val="104"/>
          </w:rPr>
          <w:t>/</w:t>
        </w:r>
        <w:r>
          <w:rPr>
            <w:rFonts w:ascii="Times New Roman" w:hAnsi="Times New Roman" w:cs="Times New Roman" w:eastAsia="Times New Roman"/>
            <w:sz w:val="23"/>
            <w:szCs w:val="23"/>
            <w:color w:val="182856"/>
            <w:spacing w:val="0"/>
            <w:w w:val="104"/>
          </w:rPr>
          <w:t>www.bls.go</w:t>
        </w:r>
        <w:r>
          <w:rPr>
            <w:rFonts w:ascii="Times New Roman" w:hAnsi="Times New Roman" w:cs="Times New Roman" w:eastAsia="Times New Roman"/>
            <w:sz w:val="23"/>
            <w:szCs w:val="23"/>
            <w:color w:val="182856"/>
            <w:spacing w:val="-8"/>
            <w:w w:val="104"/>
          </w:rPr>
          <w:t>v</w:t>
        </w:r>
        <w:r>
          <w:rPr>
            <w:rFonts w:ascii="Times New Roman" w:hAnsi="Times New Roman" w:cs="Times New Roman" w:eastAsia="Times New Roman"/>
            <w:sz w:val="23"/>
            <w:szCs w:val="23"/>
            <w:color w:val="5D627C"/>
            <w:spacing w:val="-7"/>
            <w:w w:val="104"/>
          </w:rPr>
          <w:t>/</w:t>
        </w:r>
        <w:r>
          <w:rPr>
            <w:rFonts w:ascii="Times New Roman" w:hAnsi="Times New Roman" w:cs="Times New Roman" w:eastAsia="Times New Roman"/>
            <w:sz w:val="23"/>
            <w:szCs w:val="23"/>
            <w:color w:val="182856"/>
            <w:spacing w:val="0"/>
            <w:w w:val="104"/>
          </w:rPr>
          <w:t>data/</w:t>
        </w:r>
        <w:r>
          <w:rPr>
            <w:rFonts w:ascii="Times New Roman" w:hAnsi="Times New Roman" w:cs="Times New Roman" w:eastAsia="Times New Roman"/>
            <w:sz w:val="23"/>
            <w:szCs w:val="23"/>
            <w:color w:val="182856"/>
            <w:spacing w:val="0"/>
            <w:w w:val="104"/>
          </w:rPr>
          <w:t>)</w:t>
        </w:r>
        <w:r>
          <w:rPr>
            <w:rFonts w:ascii="Times New Roman" w:hAnsi="Times New Roman" w:cs="Times New Roman" w:eastAsia="Times New Roman"/>
            <w:sz w:val="23"/>
            <w:szCs w:val="23"/>
            <w:color w:val="182856"/>
            <w:spacing w:val="1"/>
            <w:w w:val="104"/>
          </w:rPr>
          <w:t> </w:t>
        </w:r>
      </w:hyperlink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correspondin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follows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Guam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conduct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surve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2008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8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7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fundin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confirme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1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8"/>
          <w:w w:val="11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343434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343434"/>
          <w:spacing w:val="-16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Nellie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Asanoma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10"/>
        </w:rPr>
        <w:t>Guam'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-11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DOL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010101"/>
          <w:spacing w:val="0"/>
          <w:w w:val="120"/>
        </w:rPr>
        <w:t>In</w:t>
      </w:r>
      <w:r>
        <w:rPr>
          <w:rFonts w:ascii="Arial" w:hAnsi="Arial" w:cs="Arial" w:eastAsia="Arial"/>
          <w:sz w:val="23"/>
          <w:szCs w:val="23"/>
          <w:color w:val="010101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addition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Guam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collect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10101"/>
          <w:spacing w:val="0"/>
          <w:w w:val="105"/>
        </w:rPr>
        <w:t>2010.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jc w:val="left"/>
        <w:spacing w:after="0"/>
        <w:sectPr>
          <w:pgSz w:w="12260" w:h="15860"/>
          <w:pgMar w:top="680" w:bottom="280" w:left="1720" w:right="1520"/>
        </w:sectPr>
      </w:pPr>
      <w:rPr/>
    </w:p>
    <w:p>
      <w:pPr>
        <w:spacing w:before="0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0.843077" w:type="dxa"/>
      </w:tblPr>
      <w:tblGrid/>
      <w:tr>
        <w:trPr>
          <w:trHeight w:val="421" w:hRule="exact"/>
        </w:trPr>
        <w:tc>
          <w:tcPr>
            <w:tcW w:w="8897" w:type="dxa"/>
            <w:gridSpan w:val="6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77" w:after="0" w:line="240" w:lineRule="auto"/>
              <w:ind w:left="255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Combine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-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Unemploymen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-9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  <w:b/>
                <w:bCs/>
              </w:rPr>
              <w:t>Rate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610" w:hRule="exact"/>
        </w:trPr>
        <w:tc>
          <w:tcPr>
            <w:tcW w:w="1340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7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358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  <w:b/>
                <w:bCs/>
              </w:rPr>
              <w:t>Month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90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7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22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  <w:b/>
                <w:bCs/>
              </w:rPr>
              <w:t>Year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6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3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33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Labor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  <w:b/>
                <w:bCs/>
              </w:rPr>
              <w:t>force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3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31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Unemployed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3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43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UER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43" w:after="0" w:line="245" w:lineRule="auto"/>
              <w:ind w:left="444" w:right="288" w:firstLine="-4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20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7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percent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  <w:b/>
                <w:bCs/>
              </w:rPr>
              <w:t>threshold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5" w:hRule="exact"/>
        </w:trPr>
        <w:tc>
          <w:tcPr>
            <w:tcW w:w="1340" w:type="dxa"/>
            <w:vMerge w:val="restart"/>
            <w:tcBorders>
              <w:top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60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September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08" w:type="dxa"/>
            <w:vMerge w:val="restart"/>
            <w:tcBorders>
              <w:top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9" w:after="0" w:line="240" w:lineRule="auto"/>
              <w:ind w:left="23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4"/>
              </w:rPr>
              <w:t>2012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68" w:type="dxa"/>
            <w:vMerge w:val="restart"/>
            <w:tcBorders>
              <w:top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5" w:after="0" w:line="240" w:lineRule="auto"/>
              <w:ind w:left="34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243,566,000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vMerge w:val="restart"/>
            <w:tcBorders>
              <w:top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65" w:after="0" w:line="240" w:lineRule="auto"/>
              <w:ind w:left="43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12,500,000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vMerge w:val="restart"/>
            <w:tcBorders>
              <w:top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65" w:after="0" w:line="240" w:lineRule="auto"/>
              <w:ind w:left="509" w:right="43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98"/>
              </w:rPr>
              <w:t>8.1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vMerge w:val="restart"/>
            <w:tcBorders>
              <w:top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79" w:hRule="exact"/>
        </w:trPr>
        <w:tc>
          <w:tcPr>
            <w:tcW w:w="1340" w:type="dxa"/>
            <w:vMerge/>
            <w:tcBorders>
              <w:bottom w:val="single" w:sz="7.644032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/>
            <w:rPr/>
          </w:p>
        </w:tc>
        <w:tc>
          <w:tcPr>
            <w:tcW w:w="908" w:type="dxa"/>
            <w:vMerge/>
            <w:tcBorders>
              <w:bottom w:val="single" w:sz="7.644032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/>
            <w:rPr/>
          </w:p>
        </w:tc>
        <w:tc>
          <w:tcPr>
            <w:tcW w:w="1768" w:type="dxa"/>
            <w:vMerge/>
            <w:tcBorders>
              <w:bottom w:val="single" w:sz="7.644032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/>
            <w:rPr/>
          </w:p>
        </w:tc>
        <w:tc>
          <w:tcPr>
            <w:tcW w:w="1788" w:type="dxa"/>
            <w:vMerge/>
            <w:tcBorders>
              <w:bottom w:val="single" w:sz="7.644032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/>
            <w:rPr/>
          </w:p>
        </w:tc>
        <w:tc>
          <w:tcPr>
            <w:tcW w:w="1320" w:type="dxa"/>
            <w:vMerge/>
            <w:tcBorders>
              <w:bottom w:val="single" w:sz="7.644032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  <w:tc>
          <w:tcPr>
            <w:tcW w:w="1774" w:type="dxa"/>
            <w:vMerge/>
            <w:tcBorders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402" w:hRule="exact"/>
        </w:trPr>
        <w:tc>
          <w:tcPr>
            <w:tcW w:w="1340" w:type="dxa"/>
            <w:tcBorders>
              <w:top w:val="single" w:sz="7.644032" w:space="0" w:color="000000"/>
              <w:bottom w:val="single" w:sz="7.644032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5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September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08" w:type="dxa"/>
            <w:tcBorders>
              <w:top w:val="single" w:sz="7.644032" w:space="0" w:color="000000"/>
              <w:bottom w:val="single" w:sz="7.644032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5" w:after="0" w:line="240" w:lineRule="auto"/>
              <w:ind w:left="23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2011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68" w:type="dxa"/>
            <w:tcBorders>
              <w:top w:val="single" w:sz="7.644032" w:space="0" w:color="000000"/>
              <w:bottom w:val="single" w:sz="7.644032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0" w:after="0" w:line="240" w:lineRule="auto"/>
              <w:ind w:left="33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253,617,000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tcBorders>
              <w:top w:val="single" w:sz="7.644032" w:space="0" w:color="000000"/>
              <w:bottom w:val="single" w:sz="7.644032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60" w:after="0" w:line="240" w:lineRule="auto"/>
              <w:ind w:left="42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13,747,000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7.644032" w:space="0" w:color="000000"/>
              <w:bottom w:val="single" w:sz="7.644032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55" w:after="0" w:line="240" w:lineRule="auto"/>
              <w:ind w:left="504" w:right="43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</w:rPr>
              <w:t>8.9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vMerge/>
            <w:tcBorders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402" w:hRule="exact"/>
        </w:trPr>
        <w:tc>
          <w:tcPr>
            <w:tcW w:w="1340" w:type="dxa"/>
            <w:tcBorders>
              <w:top w:val="single" w:sz="7.644032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5" w:after="0" w:line="240" w:lineRule="auto"/>
              <w:ind w:left="210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September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08" w:type="dxa"/>
            <w:tcBorders>
              <w:top w:val="single" w:sz="7.644032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5" w:after="0" w:line="240" w:lineRule="auto"/>
              <w:ind w:left="22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2010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68" w:type="dxa"/>
            <w:tcBorders>
              <w:top w:val="single" w:sz="7.644032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0" w:after="0" w:line="240" w:lineRule="auto"/>
              <w:ind w:left="358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153,889,000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tcBorders>
              <w:top w:val="single" w:sz="7.644032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60" w:after="0" w:line="240" w:lineRule="auto"/>
              <w:ind w:left="42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14,825,000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7.644032" w:space="0" w:color="000000"/>
              <w:bottom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60" w:after="0" w:line="240" w:lineRule="auto"/>
              <w:ind w:left="489" w:right="44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9.6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vMerge/>
            <w:tcBorders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325" w:hRule="exact"/>
        </w:trPr>
        <w:tc>
          <w:tcPr>
            <w:tcW w:w="1340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3" w:after="0" w:line="258" w:lineRule="exact"/>
              <w:ind w:left="210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  <w:position w:val="-1"/>
              </w:rPr>
              <w:t>September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90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2" w:after="0" w:line="248" w:lineRule="exact"/>
              <w:ind w:left="22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  <w:position w:val="-1"/>
              </w:rPr>
              <w:t>2009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76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57" w:after="0" w:line="240" w:lineRule="auto"/>
              <w:ind w:left="3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154,142,000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7" w:after="0" w:line="240" w:lineRule="auto"/>
              <w:ind w:left="42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14,265,000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57" w:after="0" w:line="240" w:lineRule="auto"/>
              <w:ind w:left="489" w:right="44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9.3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vMerge/>
            <w:tcBorders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328" w:hRule="exact"/>
        </w:trPr>
        <w:tc>
          <w:tcPr>
            <w:tcW w:w="1340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19" w:after="0" w:line="240" w:lineRule="auto"/>
              <w:ind w:left="205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September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0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29" w:after="0" w:line="240" w:lineRule="auto"/>
              <w:ind w:left="22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2008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6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57" w:after="0" w:line="240" w:lineRule="auto"/>
              <w:ind w:left="3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154,287,000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57" w:after="0" w:line="240" w:lineRule="auto"/>
              <w:ind w:left="46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8,924,000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7" w:after="0" w:line="240" w:lineRule="auto"/>
              <w:ind w:left="480" w:right="44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5.8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vMerge/>
            <w:tcBorders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53" w:hRule="exact"/>
        </w:trPr>
        <w:tc>
          <w:tcPr>
            <w:tcW w:w="1340" w:type="dxa"/>
            <w:vMerge w:val="restart"/>
            <w:tcBorders>
              <w:top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46" w:after="0" w:line="240" w:lineRule="auto"/>
              <w:ind w:left="201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September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08" w:type="dxa"/>
            <w:vMerge w:val="restart"/>
            <w:tcBorders>
              <w:top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0" w:after="0" w:line="251" w:lineRule="exact"/>
              <w:ind w:left="22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4"/>
              </w:rPr>
              <w:t>2007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68" w:type="dxa"/>
            <w:vMerge w:val="restart"/>
            <w:tcBorders>
              <w:top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5" w:after="0" w:line="240" w:lineRule="auto"/>
              <w:ind w:left="34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153,400,000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vMerge w:val="restart"/>
            <w:tcBorders>
              <w:top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5" w:after="0" w:line="240" w:lineRule="auto"/>
              <w:ind w:left="45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6,952,000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vMerge w:val="restart"/>
            <w:tcBorders>
              <w:top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0" w:after="0" w:line="240" w:lineRule="auto"/>
              <w:ind w:left="473" w:right="46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</w:rPr>
              <w:t>4.5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vMerge/>
            <w:tcBorders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273" w:hRule="exact"/>
        </w:trPr>
        <w:tc>
          <w:tcPr>
            <w:tcW w:w="1340" w:type="dxa"/>
            <w:vMerge/>
            <w:tcBorders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/>
            <w:rPr/>
          </w:p>
        </w:tc>
        <w:tc>
          <w:tcPr>
            <w:tcW w:w="908" w:type="dxa"/>
            <w:vMerge/>
            <w:tcBorders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/>
            <w:rPr/>
          </w:p>
        </w:tc>
        <w:tc>
          <w:tcPr>
            <w:tcW w:w="1768" w:type="dxa"/>
            <w:vMerge/>
            <w:tcBorders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/>
            <w:rPr/>
          </w:p>
        </w:tc>
        <w:tc>
          <w:tcPr>
            <w:tcW w:w="1788" w:type="dxa"/>
            <w:vMerge/>
            <w:tcBorders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/>
            <w:rPr/>
          </w:p>
        </w:tc>
        <w:tc>
          <w:tcPr>
            <w:tcW w:w="1320" w:type="dxa"/>
            <w:vMerge/>
            <w:tcBorders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/>
            <w:rPr/>
          </w:p>
        </w:tc>
        <w:tc>
          <w:tcPr>
            <w:tcW w:w="1774" w:type="dxa"/>
            <w:vMerge/>
            <w:tcBorders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62" w:hRule="exact"/>
        </w:trPr>
        <w:tc>
          <w:tcPr>
            <w:tcW w:w="1340" w:type="dxa"/>
            <w:vMerge w:val="restart"/>
            <w:tcBorders>
              <w:top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46" w:after="0" w:line="240" w:lineRule="auto"/>
              <w:ind w:left="201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September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08" w:type="dxa"/>
            <w:vMerge w:val="restart"/>
            <w:tcBorders>
              <w:top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0" w:after="0" w:line="251" w:lineRule="exact"/>
              <w:ind w:left="22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2006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68" w:type="dxa"/>
            <w:vMerge w:val="restart"/>
            <w:tcBorders>
              <w:top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5" w:after="0" w:line="240" w:lineRule="auto"/>
              <w:ind w:left="34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151,635,000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vMerge w:val="restart"/>
            <w:tcBorders>
              <w:top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5" w:after="0" w:line="240" w:lineRule="auto"/>
              <w:ind w:left="45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6,625,000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vMerge w:val="restart"/>
            <w:tcBorders>
              <w:top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5" w:after="0" w:line="240" w:lineRule="auto"/>
              <w:ind w:left="473" w:right="4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4.4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vMerge/>
            <w:tcBorders>
              <w:bottom w:val="nil" w:sz="6" w:space="0" w:color="auto"/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263" w:hRule="exact"/>
        </w:trPr>
        <w:tc>
          <w:tcPr>
            <w:tcW w:w="1340" w:type="dxa"/>
            <w:vMerge/>
            <w:tcBorders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/>
            <w:rPr/>
          </w:p>
        </w:tc>
        <w:tc>
          <w:tcPr>
            <w:tcW w:w="908" w:type="dxa"/>
            <w:vMerge/>
            <w:tcBorders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/>
            <w:rPr/>
          </w:p>
        </w:tc>
        <w:tc>
          <w:tcPr>
            <w:tcW w:w="1768" w:type="dxa"/>
            <w:vMerge/>
            <w:tcBorders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/>
            <w:rPr/>
          </w:p>
        </w:tc>
        <w:tc>
          <w:tcPr>
            <w:tcW w:w="1788" w:type="dxa"/>
            <w:vMerge/>
            <w:tcBorders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/>
            <w:rPr/>
          </w:p>
        </w:tc>
        <w:tc>
          <w:tcPr>
            <w:tcW w:w="1320" w:type="dxa"/>
            <w:vMerge/>
            <w:tcBorders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/>
            <w:rPr/>
          </w:p>
        </w:tc>
        <w:tc>
          <w:tcPr>
            <w:tcW w:w="1774" w:type="dxa"/>
            <w:vMerge w:val="restart"/>
            <w:tcBorders>
              <w:top w:val="nil" w:sz="6" w:space="0" w:color="auto"/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323" w:hRule="exact"/>
        </w:trPr>
        <w:tc>
          <w:tcPr>
            <w:tcW w:w="1340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0" w:after="0" w:line="258" w:lineRule="exact"/>
              <w:ind w:left="373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  <w:position w:val="-1"/>
              </w:rPr>
              <w:t>March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90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0" w:after="0" w:line="248" w:lineRule="exact"/>
              <w:ind w:left="22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  <w:position w:val="-1"/>
              </w:rPr>
              <w:t>2006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76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5" w:after="0" w:line="240" w:lineRule="auto"/>
              <w:ind w:left="34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150,027,000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5" w:after="0" w:line="240" w:lineRule="auto"/>
              <w:ind w:left="45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7,255,000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5" w:after="0" w:line="240" w:lineRule="auto"/>
              <w:ind w:left="473" w:right="46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</w:rPr>
              <w:t>4.8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vMerge/>
            <w:tcBorders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325" w:hRule="exact"/>
        </w:trPr>
        <w:tc>
          <w:tcPr>
            <w:tcW w:w="1340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3" w:after="0" w:line="258" w:lineRule="exact"/>
              <w:ind w:left="201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  <w:position w:val="-1"/>
              </w:rPr>
              <w:t>December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90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2" w:after="0" w:line="248" w:lineRule="exact"/>
              <w:ind w:left="21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  <w:position w:val="-1"/>
              </w:rPr>
              <w:t>2005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76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7" w:after="0" w:line="240" w:lineRule="auto"/>
              <w:ind w:left="34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149,874,000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7" w:after="0" w:line="240" w:lineRule="auto"/>
              <w:ind w:left="45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</w:rPr>
              <w:t>6,956,000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7" w:after="0" w:line="240" w:lineRule="auto"/>
              <w:ind w:left="468" w:right="46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4.6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vMerge/>
            <w:tcBorders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325" w:hRule="exact"/>
        </w:trPr>
        <w:tc>
          <w:tcPr>
            <w:tcW w:w="1340" w:type="dxa"/>
            <w:tcBorders>
              <w:top w:val="single" w:sz="5.733024" w:space="0" w:color="000000"/>
              <w:bottom w:val="single" w:sz="7.644032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3" w:after="0" w:line="255" w:lineRule="exact"/>
              <w:ind w:left="363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  <w:position w:val="-1"/>
              </w:rPr>
              <w:t>March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908" w:type="dxa"/>
            <w:tcBorders>
              <w:top w:val="single" w:sz="5.733024" w:space="0" w:color="000000"/>
              <w:bottom w:val="single" w:sz="7.644032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2" w:after="0" w:line="246" w:lineRule="exact"/>
              <w:ind w:left="21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4"/>
                <w:position w:val="-1"/>
              </w:rPr>
              <w:t>2004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768" w:type="dxa"/>
            <w:tcBorders>
              <w:top w:val="single" w:sz="5.733024" w:space="0" w:color="000000"/>
              <w:bottom w:val="single" w:sz="7.644032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7" w:after="0" w:line="251" w:lineRule="exact"/>
              <w:ind w:left="33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146,525,000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tcBorders>
              <w:top w:val="single" w:sz="5.733024" w:space="0" w:color="000000"/>
              <w:bottom w:val="single" w:sz="7.644032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7" w:after="0" w:line="251" w:lineRule="exact"/>
              <w:ind w:left="45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8,834,000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5.733024" w:space="0" w:color="000000"/>
              <w:bottom w:val="single" w:sz="7.644032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7" w:after="0" w:line="251" w:lineRule="exact"/>
              <w:ind w:left="468" w:right="46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6.0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vMerge/>
            <w:tcBorders>
              <w:bottom w:val="single" w:sz="7.644032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325" w:hRule="exact"/>
        </w:trPr>
        <w:tc>
          <w:tcPr>
            <w:tcW w:w="2248" w:type="dxa"/>
            <w:gridSpan w:val="2"/>
            <w:tcBorders>
              <w:top w:val="single" w:sz="7.644032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46" w:after="0" w:line="263" w:lineRule="exact"/>
              <w:ind w:left="837" w:right="825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97"/>
              </w:rPr>
              <w:t>Total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1768" w:type="dxa"/>
            <w:tcBorders>
              <w:top w:val="single" w:sz="7.644032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0" w:after="0" w:line="240" w:lineRule="auto"/>
              <w:ind w:left="25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1,467,396,000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88" w:type="dxa"/>
            <w:tcBorders>
              <w:top w:val="single" w:sz="7.644032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0" w:after="0" w:line="240" w:lineRule="auto"/>
              <w:ind w:left="39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88,383,000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7.644032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0" w:after="0" w:line="240" w:lineRule="auto"/>
              <w:ind w:left="521" w:right="40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6.6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74" w:type="dxa"/>
            <w:tcBorders>
              <w:top w:val="single" w:sz="7.644032" w:space="0" w:color="000000"/>
              <w:bottom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50" w:after="0" w:line="240" w:lineRule="auto"/>
              <w:ind w:left="636" w:right="64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7.92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789219" w:type="dxa"/>
      </w:tblPr>
      <w:tblGrid/>
      <w:tr>
        <w:trPr>
          <w:trHeight w:val="321" w:hRule="exact"/>
        </w:trPr>
        <w:tc>
          <w:tcPr>
            <w:tcW w:w="8903" w:type="dxa"/>
            <w:gridSpan w:val="5"/>
            <w:tcBorders>
              <w:top w:val="single" w:sz="5.733024" w:space="0" w:color="000000"/>
              <w:bottom w:val="single" w:sz="7.644032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57" w:after="0" w:line="246" w:lineRule="exact"/>
              <w:ind w:left="3143" w:right="30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  <w:position w:val="-1"/>
              </w:rPr>
              <w:t>Gua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  <w:position w:val="-1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  <w:position w:val="-1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  <w:position w:val="-1"/>
              </w:rPr>
              <w:t>Unemploymen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  <w:position w:val="-1"/>
              </w:rPr>
              <w:t>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-4"/>
                <w:w w:val="100"/>
                <w:b/>
                <w:bCs/>
                <w:position w:val="-1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  <w:position w:val="-1"/>
              </w:rPr>
              <w:t>Rate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25" w:hRule="exact"/>
        </w:trPr>
        <w:tc>
          <w:tcPr>
            <w:tcW w:w="1374" w:type="dxa"/>
            <w:tcBorders>
              <w:top w:val="single" w:sz="7.644032" w:space="0" w:color="000000"/>
              <w:bottom w:val="single" w:sz="7.644032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60" w:after="0" w:line="246" w:lineRule="exact"/>
              <w:ind w:left="37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  <w:b/>
                <w:bCs/>
                <w:position w:val="-1"/>
              </w:rPr>
              <w:t>Month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910" w:type="dxa"/>
            <w:tcBorders>
              <w:top w:val="single" w:sz="7.644032" w:space="0" w:color="000000"/>
              <w:bottom w:val="single" w:sz="7.644032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60" w:after="0" w:line="246" w:lineRule="exact"/>
              <w:ind w:left="22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  <w:b/>
                <w:bCs/>
                <w:position w:val="-1"/>
              </w:rPr>
              <w:t>Year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732" w:type="dxa"/>
            <w:tcBorders>
              <w:top w:val="single" w:sz="7.644032" w:space="0" w:color="000000"/>
              <w:bottom w:val="single" w:sz="7.644032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5" w:after="0" w:line="251" w:lineRule="exact"/>
              <w:ind w:left="30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</w:rPr>
              <w:t>Labor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  <w:b/>
                <w:bCs/>
              </w:rPr>
              <w:t>force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998" w:type="dxa"/>
            <w:tcBorders>
              <w:top w:val="single" w:sz="7.644032" w:space="0" w:color="000000"/>
              <w:bottom w:val="single" w:sz="7.644032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55" w:after="0" w:line="251" w:lineRule="exact"/>
              <w:ind w:left="8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  <w:b/>
                <w:bCs/>
              </w:rPr>
              <w:t>Unemployed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7.644032" w:space="0" w:color="000000"/>
              <w:bottom w:val="single" w:sz="7.644032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60" w:after="0" w:line="246" w:lineRule="exact"/>
              <w:ind w:left="682" w:right="63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0"/>
                <w:b/>
                <w:bCs/>
                <w:position w:val="-1"/>
              </w:rPr>
              <w:t>UER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21" w:hRule="exact"/>
        </w:trPr>
        <w:tc>
          <w:tcPr>
            <w:tcW w:w="1374" w:type="dxa"/>
            <w:tcBorders>
              <w:top w:val="single" w:sz="7.644032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46" w:after="0" w:line="258" w:lineRule="exact"/>
              <w:ind w:left="401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  <w:position w:val="-1"/>
              </w:rPr>
              <w:t>March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910" w:type="dxa"/>
            <w:tcBorders>
              <w:top w:val="single" w:sz="7.644032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55" w:after="0" w:line="248" w:lineRule="exact"/>
              <w:ind w:left="23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4"/>
                <w:position w:val="-1"/>
              </w:rPr>
              <w:t>2012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732" w:type="dxa"/>
            <w:tcBorders>
              <w:top w:val="single" w:sz="7.644032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0" w:after="0" w:line="240" w:lineRule="auto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68,400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998" w:type="dxa"/>
            <w:tcBorders>
              <w:top w:val="single" w:sz="7.644032" w:space="0" w:color="000000"/>
              <w:bottom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50" w:after="0" w:line="240" w:lineRule="auto"/>
              <w:ind w:left="1215" w:right="117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8,060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7.644032" w:space="0" w:color="000000"/>
              <w:bottom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50" w:after="0" w:line="240" w:lineRule="auto"/>
              <w:ind w:left="744" w:right="64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11.8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5" w:hRule="exact"/>
        </w:trPr>
        <w:tc>
          <w:tcPr>
            <w:tcW w:w="1374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48" w:after="0" w:line="263" w:lineRule="exact"/>
              <w:ind w:left="401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March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1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57" w:after="0" w:line="240" w:lineRule="auto"/>
              <w:ind w:left="23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2011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32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3" w:after="0" w:line="240" w:lineRule="auto"/>
              <w:ind w:left="5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74,950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998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53" w:after="0" w:line="240" w:lineRule="auto"/>
              <w:ind w:left="1210" w:right="118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9,970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5.733024" w:space="0" w:color="000000"/>
            </w:tcBorders>
          </w:tcPr>
          <w:p>
            <w:pPr>
              <w:spacing w:before="57" w:after="0" w:line="240" w:lineRule="auto"/>
              <w:ind w:left="739" w:right="649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13.3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71" w:hRule="exact"/>
        </w:trPr>
        <w:tc>
          <w:tcPr>
            <w:tcW w:w="1374" w:type="dxa"/>
            <w:tcBorders>
              <w:top w:val="single" w:sz="5.733024" w:space="0" w:color="000000"/>
              <w:bottom w:val="single" w:sz="1.911008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48" w:after="0" w:line="240" w:lineRule="auto"/>
              <w:ind w:left="397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March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10" w:type="dxa"/>
            <w:tcBorders>
              <w:top w:val="single" w:sz="5.733024" w:space="0" w:color="000000"/>
              <w:bottom w:val="single" w:sz="1.911008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7" w:after="0" w:line="240" w:lineRule="auto"/>
              <w:ind w:left="23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2010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30" w:type="dxa"/>
            <w:gridSpan w:val="2"/>
            <w:tcBorders>
              <w:top w:val="single" w:sz="5.733024" w:space="0" w:color="000000"/>
              <w:bottom w:val="single" w:sz="1.911008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90" w:after="0" w:line="240" w:lineRule="auto"/>
              <w:ind w:left="604" w:right="-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5"/>
              </w:rPr>
              <w:t>Guam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83"/>
              </w:rPr>
              <w:t>have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83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2"/>
                <w:w w:val="83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83"/>
              </w:rPr>
              <w:t>unem_plO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83"/>
              </w:rPr>
              <w:t>)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83"/>
              </w:rPr>
              <w:t>'Illent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4"/>
                <w:w w:val="83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83"/>
              </w:rPr>
              <w:t>data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37"/>
                <w:w w:val="83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1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5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5.733024" w:space="0" w:color="000000"/>
              <w:bottom w:val="single" w:sz="1.911008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335" w:hRule="exact"/>
        </w:trPr>
        <w:tc>
          <w:tcPr>
            <w:tcW w:w="1374" w:type="dxa"/>
            <w:tcBorders>
              <w:top w:val="single" w:sz="1.911008" w:space="0" w:color="000000"/>
              <w:bottom w:val="single" w:sz="1.911008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3" w:after="0" w:line="240" w:lineRule="auto"/>
              <w:ind w:left="225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September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10" w:type="dxa"/>
            <w:tcBorders>
              <w:top w:val="single" w:sz="1.911008" w:space="0" w:color="000000"/>
              <w:bottom w:val="single" w:sz="1.911008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12" w:after="0" w:line="240" w:lineRule="auto"/>
              <w:ind w:left="23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2009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32" w:type="dxa"/>
            <w:tcBorders>
              <w:top w:val="single" w:sz="1.911008" w:space="0" w:color="000000"/>
              <w:bottom w:val="single" w:sz="1.911008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7" w:after="0" w:line="240" w:lineRule="auto"/>
              <w:ind w:left="56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70,310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998" w:type="dxa"/>
            <w:tcBorders>
              <w:top w:val="single" w:sz="1.911008" w:space="0" w:color="000000"/>
              <w:bottom w:val="single" w:sz="1.911008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7" w:after="0" w:line="240" w:lineRule="auto"/>
              <w:ind w:left="1206" w:right="117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6,510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1.911008" w:space="0" w:color="000000"/>
              <w:bottom w:val="single" w:sz="1.911008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7" w:after="0" w:line="240" w:lineRule="auto"/>
              <w:ind w:left="770" w:right="72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4"/>
              </w:rPr>
              <w:t>9.3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548" w:hRule="exact"/>
        </w:trPr>
        <w:tc>
          <w:tcPr>
            <w:tcW w:w="1374" w:type="dxa"/>
            <w:tcBorders>
              <w:top w:val="single" w:sz="1.911008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3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25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September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10" w:type="dxa"/>
            <w:tcBorders>
              <w:top w:val="single" w:sz="1.911008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3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3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2008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30" w:type="dxa"/>
            <w:gridSpan w:val="2"/>
            <w:tcBorders>
              <w:top w:val="single" w:sz="1.911008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21" w:after="0" w:line="240" w:lineRule="auto"/>
              <w:ind w:left="107" w:right="78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5"/>
              </w:rPr>
              <w:t>Nellie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4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5"/>
              </w:rPr>
              <w:t>Asanoma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16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5"/>
              </w:rPr>
              <w:t>(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5"/>
              </w:rPr>
              <w:t>Guam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4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5"/>
              </w:rPr>
              <w:t>DOL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5"/>
                <w:w w:val="95"/>
              </w:rPr>
              <w:t>)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494949"/>
                <w:spacing w:val="0"/>
                <w:w w:val="95"/>
              </w:rPr>
              <w:t>: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494949"/>
                <w:spacing w:val="0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5"/>
              </w:rPr>
              <w:t>Surve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5"/>
              </w:rPr>
              <w:t>y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9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4"/>
              </w:rPr>
              <w:t>conducte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4"/>
              </w:rPr>
              <w:t>d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3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8"/>
              </w:rPr>
              <w:t>for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000000"/>
                <w:spacing w:val="0"/>
                <w:w w:val="100"/>
              </w:rPr>
            </w:r>
          </w:p>
          <w:p>
            <w:pPr>
              <w:spacing w:before="0" w:after="0" w:line="206" w:lineRule="exact"/>
              <w:ind w:left="1287" w:right="1262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FY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1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08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1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7"/>
              </w:rPr>
              <w:t>du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7"/>
              </w:rPr>
              <w:t>e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14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4"/>
              </w:rPr>
              <w:t>fundin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4"/>
              </w:rPr>
              <w:t>g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111111"/>
                <w:spacing w:val="0"/>
                <w:w w:val="94"/>
              </w:rPr>
              <w:t>issues.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1.911008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/>
            <w:rPr/>
          </w:p>
        </w:tc>
      </w:tr>
      <w:tr>
        <w:trPr>
          <w:trHeight w:val="323" w:hRule="exact"/>
        </w:trPr>
        <w:tc>
          <w:tcPr>
            <w:tcW w:w="1374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43" w:after="0" w:line="240" w:lineRule="auto"/>
              <w:ind w:left="220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September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1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7" w:after="0" w:line="251" w:lineRule="exact"/>
              <w:ind w:left="22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4"/>
              </w:rPr>
              <w:t>2007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32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3" w:after="0" w:line="240" w:lineRule="auto"/>
              <w:ind w:left="55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63,600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99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53" w:after="0" w:line="240" w:lineRule="auto"/>
              <w:ind w:left="1208" w:right="117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5,310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3" w:after="0" w:line="240" w:lineRule="auto"/>
              <w:ind w:left="765" w:right="727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4"/>
              </w:rPr>
              <w:t>8.3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1" w:hRule="exact"/>
        </w:trPr>
        <w:tc>
          <w:tcPr>
            <w:tcW w:w="1374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46" w:after="0" w:line="260" w:lineRule="exact"/>
              <w:ind w:left="215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  <w:position w:val="-1"/>
              </w:rPr>
              <w:t>September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91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5" w:after="0" w:line="251" w:lineRule="exact"/>
              <w:ind w:left="22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2006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32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5" w:after="0" w:line="251" w:lineRule="exact"/>
              <w:ind w:left="55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66,450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99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55" w:after="0" w:line="251" w:lineRule="exact"/>
              <w:ind w:left="1208" w:right="117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4,890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5" w:after="0" w:line="251" w:lineRule="exact"/>
              <w:ind w:left="765" w:right="73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7.4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8" w:hRule="exact"/>
        </w:trPr>
        <w:tc>
          <w:tcPr>
            <w:tcW w:w="1374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50" w:after="0" w:line="263" w:lineRule="exact"/>
              <w:ind w:left="387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</w:rPr>
              <w:t>March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91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60" w:after="0" w:line="240" w:lineRule="auto"/>
              <w:ind w:left="22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2006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32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55" w:after="0" w:line="240" w:lineRule="auto"/>
              <w:ind w:left="55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65,940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99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55" w:after="0" w:line="240" w:lineRule="auto"/>
              <w:ind w:left="1203" w:right="118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4,530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55" w:after="0" w:line="240" w:lineRule="auto"/>
              <w:ind w:left="761" w:right="73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6.9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09" w:hRule="exact"/>
        </w:trPr>
        <w:tc>
          <w:tcPr>
            <w:tcW w:w="1374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34" w:after="0" w:line="260" w:lineRule="exact"/>
              <w:ind w:left="220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  <w:position w:val="-1"/>
              </w:rPr>
              <w:t>December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91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43" w:after="0" w:line="251" w:lineRule="exact"/>
              <w:ind w:left="22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2005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32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38" w:after="0" w:line="240" w:lineRule="auto"/>
              <w:ind w:left="55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64,130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99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38" w:after="0" w:line="240" w:lineRule="auto"/>
              <w:ind w:left="1203" w:right="118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4,500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38" w:after="0" w:line="240" w:lineRule="auto"/>
              <w:ind w:left="761" w:right="74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7.0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09" w:hRule="exact"/>
        </w:trPr>
        <w:tc>
          <w:tcPr>
            <w:tcW w:w="1374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36" w:after="0" w:line="258" w:lineRule="exact"/>
              <w:ind w:left="382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100"/>
                <w:position w:val="-1"/>
              </w:rPr>
              <w:t>March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91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41" w:after="0" w:line="240" w:lineRule="auto"/>
              <w:ind w:left="22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2004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732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41" w:after="0" w:line="240" w:lineRule="auto"/>
              <w:ind w:left="54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3"/>
              </w:rPr>
              <w:t>61,520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99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41" w:after="0" w:line="240" w:lineRule="auto"/>
              <w:ind w:left="1198" w:right="118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4,710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41" w:after="0" w:line="240" w:lineRule="auto"/>
              <w:ind w:left="756" w:right="73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4"/>
              </w:rPr>
              <w:t>7.7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11" w:hRule="exact"/>
        </w:trPr>
        <w:tc>
          <w:tcPr>
            <w:tcW w:w="2284" w:type="dxa"/>
            <w:gridSpan w:val="2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34" w:after="0" w:line="263" w:lineRule="exact"/>
              <w:ind w:left="885" w:right="81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color w:val="111111"/>
                <w:spacing w:val="0"/>
                <w:w w:val="96"/>
              </w:rPr>
              <w:t>Total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color w:val="000000"/>
                <w:spacing w:val="0"/>
                <w:w w:val="100"/>
              </w:rPr>
            </w:r>
          </w:p>
        </w:tc>
        <w:tc>
          <w:tcPr>
            <w:tcW w:w="1732" w:type="dxa"/>
            <w:tcBorders>
              <w:top w:val="single" w:sz="5.733024" w:space="0" w:color="000000"/>
              <w:bottom w:val="single" w:sz="5.733024" w:space="0" w:color="000000"/>
              <w:left w:val="single" w:sz="5.733024" w:space="0" w:color="000000"/>
              <w:right w:val="single" w:sz="7.644032" w:space="0" w:color="000000"/>
            </w:tcBorders>
          </w:tcPr>
          <w:p>
            <w:pPr>
              <w:spacing w:before="43" w:after="0" w:line="240" w:lineRule="auto"/>
              <w:ind w:left="55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2"/>
              </w:rPr>
              <w:t>535,300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998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7.644032" w:space="0" w:color="000000"/>
            </w:tcBorders>
          </w:tcPr>
          <w:p>
            <w:pPr>
              <w:spacing w:before="38" w:after="0" w:line="240" w:lineRule="auto"/>
              <w:ind w:left="1198" w:right="107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48,480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5.733024" w:space="0" w:color="000000"/>
              <w:bottom w:val="single" w:sz="5.733024" w:space="0" w:color="000000"/>
              <w:left w:val="single" w:sz="7.644032" w:space="0" w:color="000000"/>
              <w:right w:val="single" w:sz="5.733024" w:space="0" w:color="000000"/>
            </w:tcBorders>
          </w:tcPr>
          <w:p>
            <w:pPr>
              <w:spacing w:before="38" w:after="0" w:line="240" w:lineRule="auto"/>
              <w:ind w:left="765" w:right="62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color w:val="111111"/>
                <w:spacing w:val="0"/>
                <w:w w:val="101"/>
              </w:rPr>
              <w:t>8.96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50" w:lineRule="auto"/>
        <w:ind w:left="951" w:right="265" w:firstLine="-712"/>
        <w:jc w:val="left"/>
        <w:tabs>
          <w:tab w:pos="9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-4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ab/>
        <w:tab/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>Actio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>reaso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>request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11111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Guam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seekin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relie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4"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meet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hours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wee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participatio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lac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sufficient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island.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Although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8"/>
        </w:rPr>
        <w:t>Territory'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-11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7"/>
        </w:rPr>
        <w:t>rate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droppe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11.8%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compare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13.3%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6"/>
        </w:rPr>
        <w:t>drop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-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111111"/>
          <w:spacing w:val="0"/>
          <w:w w:val="126"/>
        </w:rPr>
        <w:t>in</w:t>
      </w:r>
      <w:r>
        <w:rPr>
          <w:rFonts w:ascii="Arial" w:hAnsi="Arial" w:cs="Arial" w:eastAsia="Arial"/>
          <w:sz w:val="23"/>
          <w:szCs w:val="23"/>
          <w:color w:val="111111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primaril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previousl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reporte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5"/>
        </w:rPr>
        <w:t>as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4"/>
        </w:rPr>
        <w:t>unemploye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leavin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lookin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4"/>
        </w:rPr>
        <w:t>work.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1" w:lineRule="auto"/>
        <w:ind w:left="946" w:right="405" w:firstLine="1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approve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waivers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average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4"/>
        </w:rPr>
        <w:t>national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inflate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7.92%.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9"/>
        </w:rPr>
        <w:t>Guam's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11.8%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exceed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3"/>
        </w:rPr>
        <w:t>inflated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6"/>
        </w:rPr>
        <w:t>3.88%.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951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threshol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20%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above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average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recentl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3"/>
        </w:rPr>
        <w:t>approved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3" w:after="0" w:line="240" w:lineRule="auto"/>
        <w:ind w:left="946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waiver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7.22%.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Guam'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5"/>
        </w:rPr>
        <w:t>below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17" w:after="0" w:line="240" w:lineRule="auto"/>
        <w:ind w:left="951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7.22%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111111"/>
          <w:spacing w:val="0"/>
          <w:w w:val="108"/>
        </w:rPr>
        <w:t>2006.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jc w:val="left"/>
        <w:spacing w:after="0"/>
        <w:sectPr>
          <w:pgSz w:w="12260" w:h="15860"/>
          <w:pgMar w:top="620" w:bottom="280" w:left="1720" w:right="1340"/>
        </w:sectPr>
      </w:pPr>
      <w:rPr/>
    </w:p>
    <w:p>
      <w:pPr>
        <w:spacing w:before="61" w:after="0" w:line="239" w:lineRule="auto"/>
        <w:ind w:left="986" w:right="163" w:firstLine="-694"/>
        <w:jc w:val="left"/>
        <w:tabs>
          <w:tab w:pos="10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8"/>
        </w:rPr>
        <w:t>Regulator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8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7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legislative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basi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action: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waive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renewal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requested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pursuant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CPR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273.24(f)(1)(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FNS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waive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applicability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provisio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23"/>
        </w:rPr>
        <w:t>of7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8"/>
          <w:w w:val="12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CPR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273.24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individuals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PNS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reside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sufficient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employment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affected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73" w:lineRule="exact"/>
        <w:ind w:left="98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individuals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exceede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average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average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6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73" w:lineRule="exact"/>
        <w:ind w:left="98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consecutive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1"/>
        </w:rPr>
        <w:t>months.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67" w:right="-20"/>
        <w:jc w:val="left"/>
        <w:tabs>
          <w:tab w:pos="9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11.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8"/>
        </w:rPr>
        <w:t>Condition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6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9"/>
        </w:rPr>
        <w:t>reasons: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971" w:right="160" w:firstLine="-704"/>
        <w:jc w:val="left"/>
        <w:tabs>
          <w:tab w:pos="9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12.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0"/>
        </w:rPr>
        <w:t>Informatio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extension: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Guam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submittin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Department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Labor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reflectin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11.8%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insufficient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employment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territory.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53" w:right="-20"/>
        <w:jc w:val="left"/>
        <w:tabs>
          <w:tab w:pos="9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13.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3"/>
        </w:rPr>
        <w:t>Expiratio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0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3"/>
        </w:rPr>
        <w:t>date: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8" w:right="-20"/>
        <w:jc w:val="left"/>
        <w:tabs>
          <w:tab w:pos="9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14.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9"/>
        </w:rPr>
        <w:t>Limitatio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7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regional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office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0"/>
        </w:rPr>
        <w:t>approval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9"/>
        </w:rPr>
        <w:t>requests: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8" w:right="-20"/>
        <w:jc w:val="left"/>
        <w:tabs>
          <w:tab w:pos="9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15.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Qualit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0"/>
        </w:rPr>
        <w:t>Control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0"/>
        </w:rPr>
        <w:t>Procedures: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3" w:right="-20"/>
        <w:jc w:val="left"/>
        <w:tabs>
          <w:tab w:pos="9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16.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9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office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8"/>
        </w:rPr>
        <w:t>action: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39" w:right="-20"/>
        <w:jc w:val="left"/>
        <w:tabs>
          <w:tab w:pos="9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17.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agency'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0"/>
        </w:rPr>
        <w:t>request: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6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Septembe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2"/>
        </w:rPr>
        <w:t>2012.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34" w:right="-20"/>
        <w:jc w:val="left"/>
        <w:tabs>
          <w:tab w:pos="9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18.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regional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office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1"/>
        </w:rPr>
        <w:t>transmittal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8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office: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Septembe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2012.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29" w:right="-20"/>
        <w:jc w:val="left"/>
        <w:tabs>
          <w:tab w:pos="9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19.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regional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12"/>
        </w:rPr>
        <w:t>transmittal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14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6"/>
        </w:rPr>
        <w:t>agency: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15" w:right="-20"/>
        <w:jc w:val="left"/>
        <w:tabs>
          <w:tab w:pos="9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20.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8"/>
        </w:rPr>
        <w:t>implementatio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80808"/>
          <w:spacing w:val="0"/>
          <w:w w:val="105"/>
        </w:rPr>
        <w:t>agency: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pgSz w:w="12260" w:h="15860"/>
          <w:pgMar w:top="1220" w:bottom="280" w:left="1720" w:right="15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Sz w:w="12260" w:h="15860"/>
          <w:pgMar w:top="1180" w:bottom="280" w:left="1380" w:right="880"/>
        </w:sectPr>
      </w:pPr>
      <w:rPr/>
    </w:p>
    <w:p>
      <w:pPr>
        <w:spacing w:before="4" w:after="0" w:line="240" w:lineRule="auto"/>
        <w:ind w:left="124" w:right="-20"/>
        <w:jc w:val="left"/>
        <w:rPr>
          <w:rFonts w:ascii="Times New Roman" w:hAnsi="Times New Roman" w:cs="Times New Roman" w:eastAsia="Times New Roman"/>
          <w:sz w:val="43"/>
          <w:szCs w:val="43"/>
        </w:rPr>
      </w:pPr>
      <w:rPr/>
      <w:r>
        <w:rPr>
          <w:rFonts w:ascii="Times New Roman" w:hAnsi="Times New Roman" w:cs="Times New Roman" w:eastAsia="Times New Roman"/>
          <w:sz w:val="43"/>
          <w:szCs w:val="43"/>
          <w:color w:val="010101"/>
          <w:spacing w:val="0"/>
          <w:w w:val="102"/>
          <w:b/>
          <w:bCs/>
        </w:rPr>
        <w:t>BLS</w:t>
      </w:r>
      <w:r>
        <w:rPr>
          <w:rFonts w:ascii="Times New Roman" w:hAnsi="Times New Roman" w:cs="Times New Roman" w:eastAsia="Times New Roman"/>
          <w:sz w:val="43"/>
          <w:szCs w:val="43"/>
          <w:color w:val="000000"/>
          <w:spacing w:val="0"/>
          <w:w w:val="100"/>
        </w:rPr>
      </w:r>
    </w:p>
    <w:p>
      <w:pPr>
        <w:spacing w:before="17" w:after="0" w:line="259" w:lineRule="auto"/>
        <w:ind w:left="119" w:right="-56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9"/>
        </w:rPr>
        <w:t>BUREA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9"/>
        </w:rPr>
        <w:t>U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8"/>
        </w:rPr>
        <w:t>LABOR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7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8"/>
        </w:rPr>
        <w:t>STATISTICS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8"/>
        </w:rPr>
        <w:t>DEPARTMENT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-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10"/>
        </w:rPr>
        <w:t>LABOR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8"/>
        </w:rPr>
        <w:t>GOVERNMENT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-9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12"/>
        </w:rPr>
        <w:t>GUAM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70.992958pt;margin-top:-78.036194pt;width:495.633803pt;height:76.203537pt;mso-position-horizontal-relative:page;mso-position-vertical-relative:paragraph;z-index:-1155" coordorigin="1420,-1561" coordsize="9913,1524">
            <v:group style="position:absolute;left:5114;top:-1549;width:2;height:1495" coordorigin="5114,-1549" coordsize="2,1495">
              <v:shape style="position:absolute;left:5114;top:-1549;width:2;height:1495" coordorigin="5114,-1549" coordsize="0,1495" path="m5114,-53l5114,-1549e" filled="f" stroked="t" strokeweight="1.197183pt" strokecolor="#080808">
                <v:path arrowok="t"/>
              </v:shape>
            </v:group>
            <v:group style="position:absolute;left:8148;top:-1544;width:2;height:1495" coordorigin="8148,-1544" coordsize="2,1495">
              <v:shape style="position:absolute;left:8148;top:-1544;width:2;height:1495" coordorigin="8148,-1544" coordsize="0,1495" path="m8148,-49l8148,-1544e" filled="f" stroked="t" strokeweight="1.197183pt" strokecolor="#080808">
                <v:path arrowok="t"/>
              </v:shape>
            </v:group>
            <v:group style="position:absolute;left:1432;top:-63;width:9889;height:2" coordorigin="1432,-63" coordsize="9889,2">
              <v:shape style="position:absolute;left:1432;top:-63;width:9889;height:2" coordorigin="1432,-63" coordsize="9889,0" path="m1432,-63l11321,-63e" filled="f" stroked="t" strokeweight="1.197183pt" strokecolor="#0F0F0F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8"/>
        </w:rPr>
        <w:t>GEORGE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-6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10101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2"/>
          <w:szCs w:val="22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6"/>
        </w:rPr>
        <w:t>SANTOS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23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10101"/>
          <w:spacing w:val="0"/>
          <w:w w:val="106"/>
          <w:i/>
        </w:rPr>
        <w:t>Director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10" w:after="0" w:line="248" w:lineRule="exact"/>
        <w:ind w:left="114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0"/>
          <w:position w:val="-1"/>
        </w:rPr>
        <w:t>Gar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3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10101"/>
          <w:spacing w:val="0"/>
          <w:w w:val="100"/>
          <w:position w:val="-1"/>
        </w:rPr>
        <w:t>A.</w:t>
      </w:r>
      <w:r>
        <w:rPr>
          <w:rFonts w:ascii="Times New Roman" w:hAnsi="Times New Roman" w:cs="Times New Roman" w:eastAsia="Times New Roman"/>
          <w:sz w:val="22"/>
          <w:szCs w:val="22"/>
          <w:color w:val="010101"/>
          <w:spacing w:val="1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0"/>
          <w:position w:val="-1"/>
        </w:rPr>
        <w:t>Hiles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color w:val="010101"/>
          <w:spacing w:val="3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10101"/>
          <w:spacing w:val="0"/>
          <w:w w:val="100"/>
          <w:i/>
          <w:position w:val="-1"/>
        </w:rPr>
        <w:t>Chief</w:t>
      </w:r>
      <w:r>
        <w:rPr>
          <w:rFonts w:ascii="Times New Roman" w:hAnsi="Times New Roman" w:cs="Times New Roman" w:eastAsia="Times New Roman"/>
          <w:sz w:val="22"/>
          <w:szCs w:val="22"/>
          <w:color w:val="010101"/>
          <w:spacing w:val="26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10101"/>
          <w:spacing w:val="0"/>
          <w:w w:val="104"/>
          <w:i/>
          <w:position w:val="-1"/>
        </w:rPr>
        <w:t>Economist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6" w:after="0" w:line="240" w:lineRule="auto"/>
        <w:ind w:left="-86" w:right="-106"/>
        <w:jc w:val="center"/>
        <w:rPr>
          <w:rFonts w:ascii="Times New Roman" w:hAnsi="Times New Roman" w:cs="Times New Roman" w:eastAsia="Times New Roman"/>
          <w:sz w:val="88"/>
          <w:szCs w:val="88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88"/>
          <w:szCs w:val="88"/>
          <w:color w:val="010101"/>
          <w:spacing w:val="0"/>
          <w:w w:val="103"/>
          <w:b/>
          <w:bCs/>
        </w:rPr>
        <w:t>NEWS</w:t>
      </w:r>
      <w:r>
        <w:rPr>
          <w:rFonts w:ascii="Times New Roman" w:hAnsi="Times New Roman" w:cs="Times New Roman" w:eastAsia="Times New Roman"/>
          <w:sz w:val="88"/>
          <w:szCs w:val="8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-33" w:right="-12"/>
        <w:jc w:val="center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P.O.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9970,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Tamuning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96931</w:t>
      </w:r>
      <w:r>
        <w:rPr>
          <w:rFonts w:ascii="Times New Roman" w:hAnsi="Times New Roman" w:cs="Times New Roman" w:eastAsia="Times New Roman"/>
          <w:sz w:val="17"/>
          <w:szCs w:val="17"/>
          <w:color w:val="000000"/>
          <w:spacing w:val="0"/>
          <w:w w:val="100"/>
        </w:rPr>
      </w:r>
    </w:p>
    <w:p>
      <w:pPr>
        <w:spacing w:before="6" w:after="0" w:line="240" w:lineRule="auto"/>
        <w:ind w:left="446" w:right="475"/>
        <w:jc w:val="center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Tel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0"/>
        </w:rPr>
        <w:t>(671)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color w:val="010101"/>
          <w:spacing w:val="0"/>
          <w:w w:val="101"/>
        </w:rPr>
        <w:t>475-7054</w:t>
      </w:r>
      <w:r>
        <w:rPr>
          <w:rFonts w:ascii="Times New Roman" w:hAnsi="Times New Roman" w:cs="Times New Roman" w:eastAsia="Times New Roman"/>
          <w:sz w:val="17"/>
          <w:szCs w:val="17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9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shape style="position:absolute;margin-left:467.519989pt;margin-top:-91.919289pt;width:62.400002pt;height:59.52pt;mso-position-horizontal-relative:page;mso-position-vertical-relative:paragraph;z-index:-1156" type="#_x0000_t75">
            <v:imagedata r:id="rId10" o:title=""/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0"/>
          <w:w w:val="100"/>
        </w:rPr>
        <w:t>Release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0"/>
          <w:w w:val="100"/>
        </w:rPr>
        <w:t>No.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0"/>
          <w:w w:val="100"/>
        </w:rPr>
        <w:t>2012-005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2" w:after="0" w:line="240" w:lineRule="auto"/>
        <w:ind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0"/>
          <w:w w:val="100"/>
        </w:rPr>
        <w:t>Release: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0"/>
          <w:w w:val="100"/>
        </w:rPr>
        <w:t>Augus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010101"/>
          <w:spacing w:val="0"/>
          <w:w w:val="101"/>
        </w:rPr>
        <w:t>2012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100" w:bottom="280" w:left="1380" w:right="880"/>
          <w:cols w:num="3" w:equalWidth="0">
            <w:col w:w="3582" w:space="334"/>
            <w:col w:w="2695" w:space="1074"/>
            <w:col w:w="2315"/>
          </w:cols>
        </w:sectPr>
      </w:pPr>
      <w:rPr/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1460" w:right="1484"/>
        <w:jc w:val="center"/>
        <w:rPr>
          <w:rFonts w:ascii="Times New Roman" w:hAnsi="Times New Roman" w:cs="Times New Roman" w:eastAsia="Times New Roman"/>
          <w:sz w:val="30"/>
          <w:szCs w:val="30"/>
        </w:rPr>
      </w:pPr>
      <w:rPr/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0"/>
          <w:w w:val="100"/>
          <w:b/>
          <w:bCs/>
        </w:rPr>
        <w:t>Unemploymen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0"/>
          <w:w w:val="100"/>
          <w:b/>
          <w:bCs/>
        </w:rPr>
        <w:t>Situatio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0"/>
          <w:w w:val="100"/>
          <w:b/>
          <w:bCs/>
        </w:rPr>
        <w:t>Guam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6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0"/>
          <w:w w:val="100"/>
          <w:b/>
          <w:bCs/>
        </w:rPr>
        <w:t>Marc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color w:val="010101"/>
          <w:spacing w:val="0"/>
          <w:w w:val="101"/>
          <w:b/>
          <w:bCs/>
        </w:rPr>
        <w:t>2012</w:t>
      </w:r>
      <w:r>
        <w:rPr>
          <w:rFonts w:ascii="Times New Roman" w:hAnsi="Times New Roman" w:cs="Times New Roman" w:eastAsia="Times New Roman"/>
          <w:sz w:val="30"/>
          <w:szCs w:val="30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2" w:lineRule="exact"/>
        <w:ind w:left="555" w:right="562" w:firstLine="10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Guam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11.8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decrease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1.5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percentage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figure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13.3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2.5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percentage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Septembe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2009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figure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of9.3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percent.</w:t>
      </w:r>
      <w:r>
        <w:rPr>
          <w:rFonts w:ascii="Times New Roman" w:hAnsi="Times New Roman" w:cs="Times New Roman" w:eastAsia="Times New Roman"/>
          <w:sz w:val="25"/>
          <w:szCs w:val="25"/>
          <w:color w:val="000000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4" w:lineRule="auto"/>
        <w:ind w:left="550" w:right="571" w:firstLine="10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unemploye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8,060,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decrease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1,910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previou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surve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9,970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unemployed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drop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primaril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previousl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reporte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97"/>
        </w:rPr>
        <w:t>unemploye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"/>
          <w:w w:val="9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leaving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longe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lookin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work.</w:t>
      </w:r>
      <w:r>
        <w:rPr>
          <w:rFonts w:ascii="Times New Roman" w:hAnsi="Times New Roman" w:cs="Times New Roman" w:eastAsia="Times New Roman"/>
          <w:sz w:val="25"/>
          <w:szCs w:val="25"/>
          <w:color w:val="000000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45" w:right="598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7,640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44,770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March</w:t>
      </w:r>
      <w:r>
        <w:rPr>
          <w:rFonts w:ascii="Times New Roman" w:hAnsi="Times New Roman" w:cs="Times New Roman" w:eastAsia="Times New Roman"/>
          <w:sz w:val="25"/>
          <w:szCs w:val="25"/>
          <w:color w:val="000000"/>
          <w:spacing w:val="0"/>
          <w:w w:val="100"/>
        </w:rPr>
      </w:r>
    </w:p>
    <w:p>
      <w:pPr>
        <w:spacing w:before="3" w:after="0" w:line="282" w:lineRule="exact"/>
        <w:ind w:left="540" w:right="583" w:firstLine="10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52,410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2012.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surve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10,550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categor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wante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1"/>
        </w:rPr>
        <w:t>for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variet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reasons.</w:t>
      </w:r>
      <w:r>
        <w:rPr>
          <w:rFonts w:ascii="Times New Roman" w:hAnsi="Times New Roman" w:cs="Times New Roman" w:eastAsia="Times New Roman"/>
          <w:sz w:val="25"/>
          <w:szCs w:val="25"/>
          <w:color w:val="000000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7" w:lineRule="auto"/>
        <w:ind w:left="531" w:right="580" w:firstLine="5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went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reflectin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decrease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un­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employed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employe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durin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latest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perio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shows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de­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crease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Guam'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populatio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covere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survey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16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contin­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grow.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010101"/>
          <w:spacing w:val="0"/>
          <w:w w:val="141"/>
        </w:rPr>
        <w:t>It</w:t>
      </w:r>
      <w:r>
        <w:rPr>
          <w:rFonts w:ascii="Arial" w:hAnsi="Arial" w:cs="Arial" w:eastAsia="Arial"/>
          <w:sz w:val="23"/>
          <w:szCs w:val="23"/>
          <w:color w:val="010101"/>
          <w:spacing w:val="11"/>
          <w:w w:val="14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estimate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119,720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120,810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2012.</w:t>
      </w:r>
      <w:r>
        <w:rPr>
          <w:rFonts w:ascii="Times New Roman" w:hAnsi="Times New Roman" w:cs="Times New Roman" w:eastAsia="Times New Roman"/>
          <w:sz w:val="25"/>
          <w:szCs w:val="25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82" w:lineRule="exact"/>
        <w:ind w:left="521" w:right="595" w:firstLine="14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Marc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show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unemployment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generall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decrease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nearl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categories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98"/>
        </w:rPr>
        <w:t>unemployment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Adult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Veteran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slightl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10.0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10.5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7.3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8.0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010101"/>
          <w:spacing w:val="0"/>
          <w:w w:val="100"/>
        </w:rPr>
        <w:t>respectively.</w:t>
      </w:r>
      <w:r>
        <w:rPr>
          <w:rFonts w:ascii="Times New Roman" w:hAnsi="Times New Roman" w:cs="Times New Roman" w:eastAsia="Times New Roman"/>
          <w:sz w:val="25"/>
          <w:szCs w:val="25"/>
          <w:color w:val="000000"/>
          <w:spacing w:val="0"/>
          <w:w w:val="100"/>
        </w:rPr>
      </w:r>
    </w:p>
    <w:p>
      <w:pPr>
        <w:jc w:val="both"/>
        <w:spacing w:after="0"/>
        <w:sectPr>
          <w:type w:val="continuous"/>
          <w:pgSz w:w="12260" w:h="15860"/>
          <w:pgMar w:top="100" w:bottom="280" w:left="1380" w:right="880"/>
        </w:sectPr>
      </w:pPr>
      <w:rPr/>
    </w:p>
    <w:p>
      <w:pPr>
        <w:spacing w:before="67" w:after="0" w:line="240" w:lineRule="auto"/>
        <w:ind w:left="3058" w:right="-20"/>
        <w:jc w:val="left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030303"/>
          <w:spacing w:val="0"/>
          <w:w w:val="100"/>
          <w:b/>
          <w:bCs/>
        </w:rPr>
        <w:t>EXPLANATORY</w:t>
      </w:r>
      <w:r>
        <w:rPr>
          <w:rFonts w:ascii="Arial" w:hAnsi="Arial" w:cs="Arial" w:eastAsia="Arial"/>
          <w:sz w:val="29"/>
          <w:szCs w:val="29"/>
          <w:color w:val="030303"/>
          <w:spacing w:val="56"/>
          <w:w w:val="100"/>
          <w:b/>
          <w:bCs/>
        </w:rPr>
        <w:t> </w:t>
      </w:r>
      <w:r>
        <w:rPr>
          <w:rFonts w:ascii="Arial" w:hAnsi="Arial" w:cs="Arial" w:eastAsia="Arial"/>
          <w:sz w:val="29"/>
          <w:szCs w:val="29"/>
          <w:color w:val="030303"/>
          <w:spacing w:val="0"/>
          <w:w w:val="105"/>
          <w:b/>
          <w:bCs/>
        </w:rPr>
        <w:t>NOTE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auto"/>
        <w:ind w:left="220" w:right="65" w:firstLine="19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Dat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30303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labor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force,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employment,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unemploymen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derived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fro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30303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sample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survey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8"/>
        </w:rPr>
        <w:t>of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8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households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conducte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by</w:t>
      </w:r>
      <w:r>
        <w:rPr>
          <w:rFonts w:ascii="Arial" w:hAnsi="Arial" w:cs="Arial" w:eastAsia="Arial"/>
          <w:sz w:val="20"/>
          <w:szCs w:val="20"/>
          <w:color w:val="030303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Burea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30303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Labor</w:t>
      </w:r>
      <w:r>
        <w:rPr>
          <w:rFonts w:ascii="Arial" w:hAnsi="Arial" w:cs="Arial" w:eastAsia="Arial"/>
          <w:sz w:val="20"/>
          <w:szCs w:val="20"/>
          <w:color w:val="030303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Statistic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Curren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Labor</w:t>
      </w:r>
      <w:r>
        <w:rPr>
          <w:rFonts w:ascii="Arial" w:hAnsi="Arial" w:cs="Arial" w:eastAsia="Arial"/>
          <w:sz w:val="20"/>
          <w:szCs w:val="20"/>
          <w:color w:val="030303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Forc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Statistics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program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4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Thes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periodic</w:t>
      </w:r>
      <w:r>
        <w:rPr>
          <w:rFonts w:ascii="Arial" w:hAnsi="Arial" w:cs="Arial" w:eastAsia="Arial"/>
          <w:sz w:val="20"/>
          <w:szCs w:val="20"/>
          <w:color w:val="030303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surveys</w:t>
      </w:r>
      <w:r>
        <w:rPr>
          <w:rFonts w:ascii="Arial" w:hAnsi="Arial" w:cs="Arial" w:eastAsia="Arial"/>
          <w:sz w:val="20"/>
          <w:szCs w:val="20"/>
          <w:color w:val="030303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populatio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conducte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wit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scientificall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30303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selected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sample</w:t>
      </w:r>
      <w:r>
        <w:rPr>
          <w:rFonts w:ascii="Arial" w:hAnsi="Arial" w:cs="Arial" w:eastAsia="Arial"/>
          <w:sz w:val="20"/>
          <w:szCs w:val="20"/>
          <w:color w:val="030303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households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designed</w:t>
      </w:r>
      <w:r>
        <w:rPr>
          <w:rFonts w:ascii="Arial" w:hAnsi="Arial" w:cs="Arial" w:eastAsia="Arial"/>
          <w:sz w:val="20"/>
          <w:szCs w:val="20"/>
          <w:color w:val="030303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represen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civilian</w:t>
      </w:r>
      <w:r>
        <w:rPr>
          <w:rFonts w:ascii="Arial" w:hAnsi="Arial" w:cs="Arial" w:eastAsia="Arial"/>
          <w:sz w:val="20"/>
          <w:szCs w:val="20"/>
          <w:color w:val="030303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non-institutiona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30303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population.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Respon­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dent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interviewe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obtai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informatio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abou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employmen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statu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4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each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member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8"/>
        </w:rPr>
        <w:t>of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8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household</w:t>
      </w:r>
      <w:r>
        <w:rPr>
          <w:rFonts w:ascii="Arial" w:hAnsi="Arial" w:cs="Arial" w:eastAsia="Arial"/>
          <w:sz w:val="20"/>
          <w:szCs w:val="20"/>
          <w:color w:val="030303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16</w:t>
      </w:r>
      <w:r>
        <w:rPr>
          <w:rFonts w:ascii="Arial" w:hAnsi="Arial" w:cs="Arial" w:eastAsia="Arial"/>
          <w:sz w:val="20"/>
          <w:szCs w:val="20"/>
          <w:color w:val="030303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years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age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over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inquiry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relate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activit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30303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statu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during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9"/>
        </w:rPr>
        <w:t>cal­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9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endar</w:t>
      </w:r>
      <w:r>
        <w:rPr>
          <w:rFonts w:ascii="Arial" w:hAnsi="Arial" w:cs="Arial" w:eastAsia="Arial"/>
          <w:sz w:val="20"/>
          <w:szCs w:val="20"/>
          <w:color w:val="030303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week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2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Sunda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30303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throug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30303"/>
          <w:spacing w:val="4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Saturday,</w:t>
      </w:r>
      <w:r>
        <w:rPr>
          <w:rFonts w:ascii="Arial" w:hAnsi="Arial" w:cs="Arial" w:eastAsia="Arial"/>
          <w:sz w:val="20"/>
          <w:szCs w:val="20"/>
          <w:color w:val="030303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which</w:t>
      </w:r>
      <w:r>
        <w:rPr>
          <w:rFonts w:ascii="Arial" w:hAnsi="Arial" w:cs="Arial" w:eastAsia="Arial"/>
          <w:sz w:val="20"/>
          <w:szCs w:val="20"/>
          <w:color w:val="030303"/>
          <w:spacing w:val="3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includes</w:t>
      </w:r>
      <w:r>
        <w:rPr>
          <w:rFonts w:ascii="Arial" w:hAnsi="Arial" w:cs="Arial" w:eastAsia="Arial"/>
          <w:sz w:val="20"/>
          <w:szCs w:val="20"/>
          <w:color w:val="030303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12t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30303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month.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030303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is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known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030303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survey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week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Actua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30303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fiel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interviewin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30303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is</w:t>
      </w:r>
      <w:r>
        <w:rPr>
          <w:rFonts w:ascii="Arial" w:hAnsi="Arial" w:cs="Arial" w:eastAsia="Arial"/>
          <w:sz w:val="20"/>
          <w:szCs w:val="20"/>
          <w:color w:val="030303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conducte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30303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followin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weeks.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9" w:lineRule="auto"/>
        <w:ind w:left="196" w:right="77" w:firstLine="29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Inmate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institutions,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members</w:t>
      </w:r>
      <w:r>
        <w:rPr>
          <w:rFonts w:ascii="Arial" w:hAnsi="Arial" w:cs="Arial" w:eastAsia="Arial"/>
          <w:sz w:val="20"/>
          <w:szCs w:val="20"/>
          <w:color w:val="030303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Arme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Forces,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civilian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living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militar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installation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6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6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housings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4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persons</w:t>
      </w:r>
      <w:r>
        <w:rPr>
          <w:rFonts w:ascii="Arial" w:hAnsi="Arial" w:cs="Arial" w:eastAsia="Arial"/>
          <w:sz w:val="20"/>
          <w:szCs w:val="20"/>
          <w:color w:val="030303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under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16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years</w:t>
      </w:r>
      <w:r>
        <w:rPr>
          <w:rFonts w:ascii="Arial" w:hAnsi="Arial" w:cs="Arial" w:eastAsia="Arial"/>
          <w:sz w:val="20"/>
          <w:szCs w:val="20"/>
          <w:color w:val="030303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age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nonimmigran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aliens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covered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peri­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odic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enumeration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2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excluded</w:t>
      </w:r>
      <w:r>
        <w:rPr>
          <w:rFonts w:ascii="Arial" w:hAnsi="Arial" w:cs="Arial" w:eastAsia="Arial"/>
          <w:sz w:val="20"/>
          <w:szCs w:val="20"/>
          <w:color w:val="030303"/>
          <w:spacing w:val="4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fro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report.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Include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repor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citizen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the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Federate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State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3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Micronesia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Republic</w:t>
      </w:r>
      <w:r>
        <w:rPr>
          <w:rFonts w:ascii="Arial" w:hAnsi="Arial" w:cs="Arial" w:eastAsia="Arial"/>
          <w:sz w:val="20"/>
          <w:szCs w:val="20"/>
          <w:color w:val="030303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Marshall</w:t>
      </w:r>
      <w:r>
        <w:rPr>
          <w:rFonts w:ascii="Arial" w:hAnsi="Arial" w:cs="Arial" w:eastAsia="Arial"/>
          <w:sz w:val="20"/>
          <w:szCs w:val="20"/>
          <w:color w:val="030303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Islands,</w:t>
      </w:r>
      <w:r>
        <w:rPr>
          <w:rFonts w:ascii="Arial" w:hAnsi="Arial" w:cs="Arial" w:eastAsia="Arial"/>
          <w:sz w:val="20"/>
          <w:szCs w:val="20"/>
          <w:color w:val="030303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030303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authorize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by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Compac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Fre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Associatio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accep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employmen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Unite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State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also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3"/>
        </w:rPr>
        <w:t>citizens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3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4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Republic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4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Pala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30303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which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4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authorize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4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accep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employmen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throug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Covenant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wit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U.S.</w:t>
      </w:r>
      <w:r>
        <w:rPr>
          <w:rFonts w:ascii="Arial" w:hAnsi="Arial" w:cs="Arial" w:eastAsia="Arial"/>
          <w:sz w:val="20"/>
          <w:szCs w:val="20"/>
          <w:color w:val="030303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30303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Octobe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3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6"/>
        </w:rPr>
        <w:t>1994.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auto"/>
        <w:ind w:left="186" w:right="120" w:firstLine="19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Employed</w:t>
      </w:r>
      <w:r>
        <w:rPr>
          <w:rFonts w:ascii="Arial" w:hAnsi="Arial" w:cs="Arial" w:eastAsia="Arial"/>
          <w:sz w:val="21"/>
          <w:szCs w:val="21"/>
          <w:color w:val="030303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person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color w:val="030303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comprise</w:t>
      </w:r>
      <w:r>
        <w:rPr>
          <w:rFonts w:ascii="Arial" w:hAnsi="Arial" w:cs="Arial" w:eastAsia="Arial"/>
          <w:sz w:val="20"/>
          <w:szCs w:val="20"/>
          <w:color w:val="030303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(a)</w:t>
      </w:r>
      <w:r>
        <w:rPr>
          <w:rFonts w:ascii="Arial" w:hAnsi="Arial" w:cs="Arial" w:eastAsia="Arial"/>
          <w:sz w:val="20"/>
          <w:szCs w:val="20"/>
          <w:color w:val="030303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all</w:t>
      </w:r>
      <w:r>
        <w:rPr>
          <w:rFonts w:ascii="Arial" w:hAnsi="Arial" w:cs="Arial" w:eastAsia="Arial"/>
          <w:sz w:val="20"/>
          <w:szCs w:val="20"/>
          <w:color w:val="030303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thos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withi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scope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survey</w:t>
      </w:r>
      <w:r>
        <w:rPr>
          <w:rFonts w:ascii="Arial" w:hAnsi="Arial" w:cs="Arial" w:eastAsia="Arial"/>
          <w:sz w:val="20"/>
          <w:szCs w:val="20"/>
          <w:color w:val="030303"/>
          <w:spacing w:val="3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during</w:t>
      </w:r>
      <w:r>
        <w:rPr>
          <w:rFonts w:ascii="Arial" w:hAnsi="Arial" w:cs="Arial" w:eastAsia="Arial"/>
          <w:sz w:val="20"/>
          <w:szCs w:val="20"/>
          <w:color w:val="030303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sur­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vey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week</w:t>
      </w:r>
      <w:r>
        <w:rPr>
          <w:rFonts w:ascii="Arial" w:hAnsi="Arial" w:cs="Arial" w:eastAsia="Arial"/>
          <w:sz w:val="20"/>
          <w:szCs w:val="20"/>
          <w:color w:val="030303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did</w:t>
      </w:r>
      <w:r>
        <w:rPr>
          <w:rFonts w:ascii="Arial" w:hAnsi="Arial" w:cs="Arial" w:eastAsia="Arial"/>
          <w:sz w:val="20"/>
          <w:szCs w:val="20"/>
          <w:color w:val="030303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any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all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paid</w:t>
      </w:r>
      <w:r>
        <w:rPr>
          <w:rFonts w:ascii="Arial" w:hAnsi="Arial" w:cs="Arial" w:eastAsia="Arial"/>
          <w:sz w:val="20"/>
          <w:szCs w:val="20"/>
          <w:color w:val="030303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employees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3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thei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own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business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profession,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far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030303"/>
          <w:spacing w:val="1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worked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15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hours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more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unpaid</w:t>
      </w:r>
      <w:r>
        <w:rPr>
          <w:rFonts w:ascii="Arial" w:hAnsi="Arial" w:cs="Arial" w:eastAsia="Arial"/>
          <w:sz w:val="20"/>
          <w:szCs w:val="20"/>
          <w:color w:val="030303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workers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30303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030303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enterpris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operate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by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30303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member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the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family,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(b)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all</w:t>
      </w:r>
      <w:r>
        <w:rPr>
          <w:rFonts w:ascii="Arial" w:hAnsi="Arial" w:cs="Arial" w:eastAsia="Arial"/>
          <w:sz w:val="20"/>
          <w:szCs w:val="20"/>
          <w:color w:val="030303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thos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color w:val="030303"/>
          <w:spacing w:val="3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working</w:t>
      </w:r>
      <w:r>
        <w:rPr>
          <w:rFonts w:ascii="Arial" w:hAnsi="Arial" w:cs="Arial" w:eastAsia="Arial"/>
          <w:sz w:val="20"/>
          <w:szCs w:val="20"/>
          <w:color w:val="030303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bu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had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jobs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business</w:t>
      </w:r>
      <w:r>
        <w:rPr>
          <w:rFonts w:ascii="Arial" w:hAnsi="Arial" w:cs="Arial" w:eastAsia="Arial"/>
          <w:sz w:val="20"/>
          <w:szCs w:val="20"/>
          <w:color w:val="030303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fro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which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were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absen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because</w:t>
      </w:r>
      <w:r>
        <w:rPr>
          <w:rFonts w:ascii="Arial" w:hAnsi="Arial" w:cs="Arial" w:eastAsia="Arial"/>
          <w:sz w:val="20"/>
          <w:szCs w:val="20"/>
          <w:color w:val="030303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illness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bad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weather,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vacation,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labor-managemen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4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dispute,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personal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6"/>
        </w:rPr>
        <w:t>rea­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6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sons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whethe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30303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color w:val="030303"/>
          <w:spacing w:val="1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paid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by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thei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employers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tim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off,</w:t>
      </w:r>
      <w:r>
        <w:rPr>
          <w:rFonts w:ascii="Arial" w:hAnsi="Arial" w:cs="Arial" w:eastAsia="Arial"/>
          <w:sz w:val="20"/>
          <w:szCs w:val="20"/>
          <w:color w:val="030303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whethe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they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seeking</w:t>
      </w:r>
      <w:r>
        <w:rPr>
          <w:rFonts w:ascii="Arial" w:hAnsi="Arial" w:cs="Arial" w:eastAsia="Arial"/>
          <w:sz w:val="20"/>
          <w:szCs w:val="20"/>
          <w:color w:val="030303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othe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6"/>
        </w:rPr>
        <w:t>jobs.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9" w:lineRule="auto"/>
        <w:ind w:left="181" w:right="121" w:firstLine="14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Eac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30303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employed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person</w:t>
      </w:r>
      <w:r>
        <w:rPr>
          <w:rFonts w:ascii="Arial" w:hAnsi="Arial" w:cs="Arial" w:eastAsia="Arial"/>
          <w:sz w:val="20"/>
          <w:szCs w:val="20"/>
          <w:color w:val="030303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is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counte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only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once.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thos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hold</w:t>
      </w:r>
      <w:r>
        <w:rPr>
          <w:rFonts w:ascii="Arial" w:hAnsi="Arial" w:cs="Arial" w:eastAsia="Arial"/>
          <w:sz w:val="20"/>
          <w:szCs w:val="20"/>
          <w:color w:val="030303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more</w:t>
      </w:r>
      <w:r>
        <w:rPr>
          <w:rFonts w:ascii="Arial" w:hAnsi="Arial" w:cs="Arial" w:eastAsia="Arial"/>
          <w:sz w:val="20"/>
          <w:szCs w:val="20"/>
          <w:color w:val="030303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one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job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job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7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which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worked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greatest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number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hours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during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referenc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3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period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one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counted.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9" w:lineRule="auto"/>
        <w:ind w:left="186" w:right="119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Exclude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3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persons</w:t>
      </w:r>
      <w:r>
        <w:rPr>
          <w:rFonts w:ascii="Arial" w:hAnsi="Arial" w:cs="Arial" w:eastAsia="Arial"/>
          <w:sz w:val="20"/>
          <w:szCs w:val="20"/>
          <w:color w:val="030303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whose</w:t>
      </w:r>
      <w:r>
        <w:rPr>
          <w:rFonts w:ascii="Arial" w:hAnsi="Arial" w:cs="Arial" w:eastAsia="Arial"/>
          <w:sz w:val="20"/>
          <w:szCs w:val="20"/>
          <w:color w:val="030303"/>
          <w:spacing w:val="4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only</w:t>
      </w:r>
      <w:r>
        <w:rPr>
          <w:rFonts w:ascii="Arial" w:hAnsi="Arial" w:cs="Arial" w:eastAsia="Arial"/>
          <w:sz w:val="20"/>
          <w:szCs w:val="20"/>
          <w:color w:val="030303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activit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30303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consiste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</w:t>
      </w:r>
      <w:r>
        <w:rPr>
          <w:rFonts w:ascii="Arial" w:hAnsi="Arial" w:cs="Arial" w:eastAsia="Arial"/>
          <w:sz w:val="20"/>
          <w:szCs w:val="20"/>
          <w:color w:val="030303"/>
          <w:spacing w:val="3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around</w:t>
      </w:r>
      <w:r>
        <w:rPr>
          <w:rFonts w:ascii="Arial" w:hAnsi="Arial" w:cs="Arial" w:eastAsia="Arial"/>
          <w:sz w:val="20"/>
          <w:szCs w:val="20"/>
          <w:color w:val="030303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house</w:t>
      </w:r>
      <w:r>
        <w:rPr>
          <w:rFonts w:ascii="Arial" w:hAnsi="Arial" w:cs="Arial" w:eastAsia="Arial"/>
          <w:sz w:val="20"/>
          <w:szCs w:val="20"/>
          <w:color w:val="030303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(such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8"/>
        </w:rPr>
        <w:t>own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8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home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housework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2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paintin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repairing</w:t>
      </w:r>
      <w:r>
        <w:rPr>
          <w:rFonts w:ascii="Arial" w:hAnsi="Arial" w:cs="Arial" w:eastAsia="Arial"/>
          <w:sz w:val="20"/>
          <w:szCs w:val="20"/>
          <w:color w:val="030303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own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home)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voluntee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religious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charita­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ble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similar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organizations.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9" w:lineRule="auto"/>
        <w:ind w:left="162" w:right="131" w:firstLine="19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Unemployed</w:t>
      </w:r>
      <w:r>
        <w:rPr>
          <w:rFonts w:ascii="Arial" w:hAnsi="Arial" w:cs="Arial" w:eastAsia="Arial"/>
          <w:sz w:val="21"/>
          <w:szCs w:val="21"/>
          <w:color w:val="030303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person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color w:val="030303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comprise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all</w:t>
      </w:r>
      <w:r>
        <w:rPr>
          <w:rFonts w:ascii="Arial" w:hAnsi="Arial" w:cs="Arial" w:eastAsia="Arial"/>
          <w:sz w:val="20"/>
          <w:szCs w:val="20"/>
          <w:color w:val="030303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persons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withi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scope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survey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030303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did</w:t>
      </w:r>
      <w:r>
        <w:rPr>
          <w:rFonts w:ascii="Arial" w:hAnsi="Arial" w:cs="Arial" w:eastAsia="Arial"/>
          <w:sz w:val="20"/>
          <w:szCs w:val="20"/>
          <w:color w:val="030303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6"/>
        </w:rPr>
        <w:t>not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6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</w:t>
      </w:r>
      <w:r>
        <w:rPr>
          <w:rFonts w:ascii="Arial" w:hAnsi="Arial" w:cs="Arial" w:eastAsia="Arial"/>
          <w:sz w:val="20"/>
          <w:szCs w:val="20"/>
          <w:color w:val="030303"/>
          <w:spacing w:val="3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during</w:t>
      </w:r>
      <w:r>
        <w:rPr>
          <w:rFonts w:ascii="Arial" w:hAnsi="Arial" w:cs="Arial" w:eastAsia="Arial"/>
          <w:sz w:val="20"/>
          <w:szCs w:val="20"/>
          <w:color w:val="030303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survey</w:t>
      </w:r>
      <w:r>
        <w:rPr>
          <w:rFonts w:ascii="Arial" w:hAnsi="Arial" w:cs="Arial" w:eastAsia="Arial"/>
          <w:sz w:val="20"/>
          <w:szCs w:val="20"/>
          <w:color w:val="030303"/>
          <w:spacing w:val="3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week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030303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made</w:t>
      </w:r>
      <w:r>
        <w:rPr>
          <w:rFonts w:ascii="Arial" w:hAnsi="Arial" w:cs="Arial" w:eastAsia="Arial"/>
          <w:sz w:val="20"/>
          <w:szCs w:val="20"/>
          <w:color w:val="030303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specifi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effort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fin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2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job</w:t>
      </w:r>
      <w:r>
        <w:rPr>
          <w:rFonts w:ascii="Arial" w:hAnsi="Arial" w:cs="Arial" w:eastAsia="Arial"/>
          <w:sz w:val="20"/>
          <w:szCs w:val="20"/>
          <w:color w:val="030303"/>
          <w:spacing w:val="2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withi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pas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weeks,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030303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color w:val="030303"/>
          <w:spacing w:val="4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available</w:t>
      </w:r>
      <w:r>
        <w:rPr>
          <w:rFonts w:ascii="Arial" w:hAnsi="Arial" w:cs="Arial" w:eastAsia="Arial"/>
          <w:sz w:val="20"/>
          <w:szCs w:val="20"/>
          <w:color w:val="030303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</w:t>
      </w:r>
      <w:r>
        <w:rPr>
          <w:rFonts w:ascii="Arial" w:hAnsi="Arial" w:cs="Arial" w:eastAsia="Arial"/>
          <w:sz w:val="20"/>
          <w:szCs w:val="20"/>
          <w:color w:val="030303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during</w:t>
      </w:r>
      <w:r>
        <w:rPr>
          <w:rFonts w:ascii="Arial" w:hAnsi="Arial" w:cs="Arial" w:eastAsia="Arial"/>
          <w:sz w:val="20"/>
          <w:szCs w:val="20"/>
          <w:color w:val="030303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survey</w:t>
      </w:r>
      <w:r>
        <w:rPr>
          <w:rFonts w:ascii="Arial" w:hAnsi="Arial" w:cs="Arial" w:eastAsia="Arial"/>
          <w:sz w:val="20"/>
          <w:szCs w:val="20"/>
          <w:color w:val="030303"/>
          <w:spacing w:val="3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week</w:t>
      </w:r>
      <w:r>
        <w:rPr>
          <w:rFonts w:ascii="Arial" w:hAnsi="Arial" w:cs="Arial" w:eastAsia="Arial"/>
          <w:sz w:val="20"/>
          <w:szCs w:val="20"/>
          <w:color w:val="030303"/>
          <w:spacing w:val="3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(excep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temporar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30303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illness)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Also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included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030303"/>
          <w:spacing w:val="4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unemployed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thos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030303"/>
          <w:spacing w:val="4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did</w:t>
      </w:r>
      <w:r>
        <w:rPr>
          <w:rFonts w:ascii="Arial" w:hAnsi="Arial" w:cs="Arial" w:eastAsia="Arial"/>
          <w:sz w:val="20"/>
          <w:szCs w:val="20"/>
          <w:color w:val="030303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4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</w:t>
      </w:r>
      <w:r>
        <w:rPr>
          <w:rFonts w:ascii="Arial" w:hAnsi="Arial" w:cs="Arial" w:eastAsia="Arial"/>
          <w:sz w:val="20"/>
          <w:szCs w:val="20"/>
          <w:color w:val="030303"/>
          <w:spacing w:val="4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all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color w:val="030303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available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30303"/>
          <w:spacing w:val="3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10"/>
        </w:rPr>
        <w:t>(a)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1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color w:val="030303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waitin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called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back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job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fro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30303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which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laid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off;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(b)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color w:val="030303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waitin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8"/>
        </w:rPr>
        <w:t>re­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8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por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30303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new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wage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salary</w:t>
      </w:r>
      <w:r>
        <w:rPr>
          <w:rFonts w:ascii="Arial" w:hAnsi="Arial" w:cs="Arial" w:eastAsia="Arial"/>
          <w:sz w:val="20"/>
          <w:szCs w:val="20"/>
          <w:color w:val="030303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job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withi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30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days.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2" w:right="162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civilian</w:t>
      </w:r>
      <w:r>
        <w:rPr>
          <w:rFonts w:ascii="Arial" w:hAnsi="Arial" w:cs="Arial" w:eastAsia="Arial"/>
          <w:sz w:val="21"/>
          <w:szCs w:val="21"/>
          <w:color w:val="030303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labo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color w:val="030303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forc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color w:val="030303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comprises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tota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all</w:t>
      </w:r>
      <w:r>
        <w:rPr>
          <w:rFonts w:ascii="Arial" w:hAnsi="Arial" w:cs="Arial" w:eastAsia="Arial"/>
          <w:sz w:val="20"/>
          <w:szCs w:val="20"/>
          <w:color w:val="030303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civilians</w:t>
      </w:r>
      <w:r>
        <w:rPr>
          <w:rFonts w:ascii="Arial" w:hAnsi="Arial" w:cs="Arial" w:eastAsia="Arial"/>
          <w:sz w:val="20"/>
          <w:szCs w:val="20"/>
          <w:color w:val="030303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employed</w:t>
      </w:r>
      <w:r>
        <w:rPr>
          <w:rFonts w:ascii="Arial" w:hAnsi="Arial" w:cs="Arial" w:eastAsia="Arial"/>
          <w:sz w:val="20"/>
          <w:szCs w:val="20"/>
          <w:color w:val="030303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unemployed</w:t>
      </w:r>
      <w:r>
        <w:rPr>
          <w:rFonts w:ascii="Arial" w:hAnsi="Arial" w:cs="Arial" w:eastAsia="Arial"/>
          <w:sz w:val="20"/>
          <w:szCs w:val="20"/>
          <w:color w:val="030303"/>
          <w:spacing w:val="4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30303"/>
          <w:spacing w:val="1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8"/>
        </w:rPr>
        <w:t>ac­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2" w:after="0" w:line="240" w:lineRule="auto"/>
        <w:ind w:left="167" w:right="493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cordance</w:t>
      </w:r>
      <w:r>
        <w:rPr>
          <w:rFonts w:ascii="Arial" w:hAnsi="Arial" w:cs="Arial" w:eastAsia="Arial"/>
          <w:sz w:val="20"/>
          <w:szCs w:val="20"/>
          <w:color w:val="030303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wit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30303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criteri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described</w:t>
      </w:r>
      <w:r>
        <w:rPr>
          <w:rFonts w:ascii="Arial" w:hAnsi="Arial" w:cs="Arial" w:eastAsia="Arial"/>
          <w:sz w:val="20"/>
          <w:szCs w:val="20"/>
          <w:color w:val="030303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above.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auto"/>
        <w:ind w:left="158" w:right="136" w:firstLine="14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No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color w:val="030303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1"/>
          <w:szCs w:val="21"/>
          <w:color w:val="030303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color w:val="030303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labo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color w:val="030303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forc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color w:val="030303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includes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all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civilians</w:t>
      </w:r>
      <w:r>
        <w:rPr>
          <w:rFonts w:ascii="Arial" w:hAnsi="Arial" w:cs="Arial" w:eastAsia="Arial"/>
          <w:sz w:val="20"/>
          <w:szCs w:val="20"/>
          <w:color w:val="030303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withi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scope</w:t>
      </w:r>
      <w:r>
        <w:rPr>
          <w:rFonts w:ascii="Arial" w:hAnsi="Arial" w:cs="Arial" w:eastAsia="Arial"/>
          <w:sz w:val="20"/>
          <w:szCs w:val="20"/>
          <w:color w:val="030303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survey</w:t>
      </w:r>
      <w:r>
        <w:rPr>
          <w:rFonts w:ascii="Arial" w:hAnsi="Arial" w:cs="Arial" w:eastAsia="Arial"/>
          <w:sz w:val="20"/>
          <w:szCs w:val="20"/>
          <w:color w:val="030303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16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years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over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classifie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030303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employed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30303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unemployed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Person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3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doing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only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incidenta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30303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unpaid</w:t>
      </w:r>
      <w:r>
        <w:rPr>
          <w:rFonts w:ascii="Arial" w:hAnsi="Arial" w:cs="Arial" w:eastAsia="Arial"/>
          <w:sz w:val="20"/>
          <w:szCs w:val="20"/>
          <w:color w:val="030303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fam­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ily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</w:t>
      </w:r>
      <w:r>
        <w:rPr>
          <w:rFonts w:ascii="Arial" w:hAnsi="Arial" w:cs="Arial" w:eastAsia="Arial"/>
          <w:sz w:val="20"/>
          <w:szCs w:val="20"/>
          <w:color w:val="030303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(less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tha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15</w:t>
      </w:r>
      <w:r>
        <w:rPr>
          <w:rFonts w:ascii="Arial" w:hAnsi="Arial" w:cs="Arial" w:eastAsia="Arial"/>
          <w:sz w:val="20"/>
          <w:szCs w:val="20"/>
          <w:color w:val="030303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hours)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030303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also</w:t>
      </w:r>
      <w:r>
        <w:rPr>
          <w:rFonts w:ascii="Arial" w:hAnsi="Arial" w:cs="Arial" w:eastAsia="Arial"/>
          <w:sz w:val="20"/>
          <w:szCs w:val="20"/>
          <w:color w:val="030303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classifie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030303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30303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labor</w:t>
      </w:r>
      <w:r>
        <w:rPr>
          <w:rFonts w:ascii="Arial" w:hAnsi="Arial" w:cs="Arial" w:eastAsia="Arial"/>
          <w:sz w:val="20"/>
          <w:szCs w:val="20"/>
          <w:color w:val="030303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5"/>
        </w:rPr>
        <w:t>force.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auto"/>
        <w:ind w:left="153" w:right="142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Acknowledgemen</w:t>
      </w:r>
      <w:r>
        <w:rPr>
          <w:rFonts w:ascii="Arial" w:hAnsi="Arial" w:cs="Arial" w:eastAsia="Arial"/>
          <w:sz w:val="21"/>
          <w:szCs w:val="21"/>
          <w:color w:val="030303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color w:val="030303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is</w:t>
      </w:r>
      <w:r>
        <w:rPr>
          <w:rFonts w:ascii="Arial" w:hAnsi="Arial" w:cs="Arial" w:eastAsia="Arial"/>
          <w:sz w:val="20"/>
          <w:szCs w:val="20"/>
          <w:color w:val="030303"/>
          <w:spacing w:val="3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due</w:t>
      </w:r>
      <w:r>
        <w:rPr>
          <w:rFonts w:ascii="Arial" w:hAnsi="Arial" w:cs="Arial" w:eastAsia="Arial"/>
          <w:sz w:val="20"/>
          <w:szCs w:val="20"/>
          <w:color w:val="030303"/>
          <w:spacing w:val="4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3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Nellie</w:t>
      </w:r>
      <w:r>
        <w:rPr>
          <w:rFonts w:ascii="Arial" w:hAnsi="Arial" w:cs="Arial" w:eastAsia="Arial"/>
          <w:sz w:val="20"/>
          <w:szCs w:val="20"/>
          <w:color w:val="030303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30303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Asanuma,</w:t>
      </w:r>
      <w:r>
        <w:rPr>
          <w:rFonts w:ascii="Arial" w:hAnsi="Arial" w:cs="Arial" w:eastAsia="Arial"/>
          <w:sz w:val="20"/>
          <w:szCs w:val="20"/>
          <w:color w:val="030303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Research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&amp;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Statistic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Analyst</w:t>
      </w:r>
      <w:r>
        <w:rPr>
          <w:rFonts w:ascii="Arial" w:hAnsi="Arial" w:cs="Arial" w:eastAsia="Arial"/>
          <w:sz w:val="20"/>
          <w:szCs w:val="20"/>
          <w:color w:val="030303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I;</w:t>
      </w:r>
      <w:r>
        <w:rPr>
          <w:rFonts w:ascii="Arial" w:hAnsi="Arial" w:cs="Arial" w:eastAsia="Arial"/>
          <w:sz w:val="20"/>
          <w:szCs w:val="20"/>
          <w:color w:val="030303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Mary</w:t>
      </w:r>
      <w:r>
        <w:rPr>
          <w:rFonts w:ascii="Arial" w:hAnsi="Arial" w:cs="Arial" w:eastAsia="Arial"/>
          <w:sz w:val="20"/>
          <w:szCs w:val="20"/>
          <w:color w:val="030303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Ann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Roman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Dat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30303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Contro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30303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Clerk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030303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4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temporar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30303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survey</w:t>
      </w:r>
      <w:r>
        <w:rPr>
          <w:rFonts w:ascii="Arial" w:hAnsi="Arial" w:cs="Arial" w:eastAsia="Arial"/>
          <w:sz w:val="20"/>
          <w:szCs w:val="20"/>
          <w:color w:val="030303"/>
          <w:spacing w:val="4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workers.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030303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Acknowledgment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is</w:t>
      </w:r>
      <w:r>
        <w:rPr>
          <w:rFonts w:ascii="Arial" w:hAnsi="Arial" w:cs="Arial" w:eastAsia="Arial"/>
          <w:sz w:val="20"/>
          <w:szCs w:val="20"/>
          <w:color w:val="03030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6"/>
        </w:rPr>
        <w:t>also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6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due</w:t>
      </w:r>
      <w:r>
        <w:rPr>
          <w:rFonts w:ascii="Arial" w:hAnsi="Arial" w:cs="Arial" w:eastAsia="Arial"/>
          <w:sz w:val="20"/>
          <w:szCs w:val="20"/>
          <w:color w:val="030303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30303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thos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30303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whose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cooperatio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4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30303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participatio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30303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made</w:t>
      </w:r>
      <w:r>
        <w:rPr>
          <w:rFonts w:ascii="Arial" w:hAnsi="Arial" w:cs="Arial" w:eastAsia="Arial"/>
          <w:sz w:val="20"/>
          <w:szCs w:val="20"/>
          <w:color w:val="030303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thi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30303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0"/>
        </w:rPr>
        <w:t>survey</w:t>
      </w:r>
      <w:r>
        <w:rPr>
          <w:rFonts w:ascii="Arial" w:hAnsi="Arial" w:cs="Arial" w:eastAsia="Arial"/>
          <w:sz w:val="20"/>
          <w:szCs w:val="20"/>
          <w:color w:val="030303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30303"/>
          <w:spacing w:val="0"/>
          <w:w w:val="104"/>
        </w:rPr>
        <w:t>possible.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both"/>
        <w:spacing w:after="0"/>
        <w:sectPr>
          <w:pgSz w:w="12260" w:h="15860"/>
          <w:pgMar w:top="1440" w:bottom="280" w:left="1720" w:right="1380"/>
        </w:sectPr>
      </w:pPr>
      <w:rPr/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47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18"/>
          <w:szCs w:val="18"/>
          <w:color w:val="070808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HIGHLIGHTS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18"/>
          <w:szCs w:val="18"/>
          <w:color w:val="070808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18"/>
          <w:szCs w:val="18"/>
          <w:color w:val="070808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5"/>
          <w:b/>
          <w:bCs/>
        </w:rPr>
        <w:t>EMPLOYMENT</w:t>
      </w:r>
      <w:r>
        <w:rPr>
          <w:rFonts w:ascii="Arial" w:hAnsi="Arial" w:cs="Arial" w:eastAsia="Arial"/>
          <w:sz w:val="18"/>
          <w:szCs w:val="18"/>
          <w:color w:val="070808"/>
          <w:spacing w:val="-5"/>
          <w:w w:val="105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SITUATIO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70808"/>
          <w:spacing w:val="45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70808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GUAM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070808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MARCH</w:t>
      </w:r>
      <w:r>
        <w:rPr>
          <w:rFonts w:ascii="Arial" w:hAnsi="Arial" w:cs="Arial" w:eastAsia="Arial"/>
          <w:sz w:val="18"/>
          <w:szCs w:val="18"/>
          <w:color w:val="070808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8"/>
          <w:b/>
          <w:bCs/>
        </w:rPr>
        <w:t>2012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56.000003pt;height:209.28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2.253523" w:type="dxa"/>
      </w:tblPr>
      <w:tblGrid/>
      <w:tr>
        <w:trPr>
          <w:trHeight w:val="252" w:hRule="exact"/>
        </w:trPr>
        <w:tc>
          <w:tcPr>
            <w:tcW w:w="2549" w:type="dxa"/>
            <w:tcBorders>
              <w:top w:val="single" w:sz="13.408448" w:space="0" w:color="1F346B"/>
              <w:bottom w:val="single" w:sz="7.661968" w:space="0" w:color="2F3438"/>
              <w:left w:val="single" w:sz="9.577464" w:space="0" w:color="2B2F3B"/>
              <w:right w:val="nil" w:sz="6" w:space="0" w:color="auto"/>
            </w:tcBorders>
            <w:shd w:val="clear" w:color="auto" w:fill="111F48"/>
          </w:tcPr>
          <w:p>
            <w:pPr>
              <w:spacing w:before="6" w:after="0" w:line="240" w:lineRule="auto"/>
              <w:ind w:left="57" w:right="-67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11"/>
              </w:rPr>
              <w:t>UNEMPLOYMENT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12"/>
                <w:w w:val="111"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14"/>
              </w:rPr>
              <w:t>RATES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-38"/>
                <w:w w:val="114"/>
              </w:rPr>
              <w:t>"</w:t>
            </w:r>
            <w:r>
              <w:rPr>
                <w:rFonts w:ascii="Arial" w:hAnsi="Arial" w:cs="Arial" w:eastAsia="Arial"/>
                <w:sz w:val="17"/>
                <w:szCs w:val="17"/>
                <w:color w:val="C3C8DD"/>
                <w:spacing w:val="0"/>
                <w:w w:val="93"/>
              </w:rPr>
              <w:t>!.,</w:t>
            </w:r>
            <w:r>
              <w:rPr>
                <w:rFonts w:ascii="Arial" w:hAnsi="Arial" w:cs="Arial" w:eastAsia="Arial"/>
                <w:sz w:val="17"/>
                <w:szCs w:val="17"/>
                <w:color w:val="000000"/>
                <w:spacing w:val="0"/>
                <w:w w:val="100"/>
              </w:rPr>
            </w:r>
          </w:p>
        </w:tc>
        <w:tc>
          <w:tcPr>
            <w:tcW w:w="6416" w:type="dxa"/>
            <w:gridSpan w:val="5"/>
            <w:tcBorders>
              <w:top w:val="single" w:sz="13.408448" w:space="0" w:color="1F346B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52" w:hRule="exact"/>
        </w:trPr>
        <w:tc>
          <w:tcPr>
            <w:tcW w:w="4539" w:type="dxa"/>
            <w:gridSpan w:val="2"/>
            <w:tcBorders>
              <w:top w:val="single" w:sz="7.661968" w:space="0" w:color="2F3438"/>
              <w:bottom w:val="single" w:sz="11.49296" w:space="0" w:color="1C1C1C"/>
              <w:left w:val="single" w:sz="11.49296" w:space="0" w:color="1F1F1F"/>
              <w:right w:val="single" w:sz="11.49296" w:space="0" w:color="0F0F0F"/>
            </w:tcBorders>
          </w:tcPr>
          <w:p>
            <w:pPr>
              <w:spacing w:before="15" w:after="0" w:line="240" w:lineRule="auto"/>
              <w:ind w:left="30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5"/>
              </w:rPr>
              <w:t>Workers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7" w:type="dxa"/>
            <w:tcBorders>
              <w:top w:val="single" w:sz="3.830984" w:space="0" w:color="131C1C"/>
              <w:bottom w:val="single" w:sz="11.49296" w:space="0" w:color="1C1C1C"/>
              <w:left w:val="single" w:sz="11.49296" w:space="0" w:color="0F0F0F"/>
              <w:right w:val="single" w:sz="11.49296" w:space="0" w:color="0F130F"/>
            </w:tcBorders>
          </w:tcPr>
          <w:p>
            <w:pPr>
              <w:spacing w:before="2" w:after="0" w:line="240" w:lineRule="auto"/>
              <w:ind w:right="28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15"/>
              </w:rPr>
              <w:t>8.3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21" w:type="dxa"/>
            <w:tcBorders>
              <w:top w:val="single" w:sz="11.49296" w:space="0" w:color="1F2B38"/>
              <w:bottom w:val="single" w:sz="11.49296" w:space="0" w:color="1C1C1C"/>
              <w:left w:val="single" w:sz="11.49296" w:space="0" w:color="0F130F"/>
              <w:right w:val="single" w:sz="11.49296" w:space="0" w:color="181C1C"/>
            </w:tcBorders>
          </w:tcPr>
          <w:p>
            <w:pPr>
              <w:spacing w:before="0" w:after="0" w:line="223" w:lineRule="exact"/>
              <w:ind w:right="35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10"/>
                <w:position w:val="-1"/>
              </w:rPr>
              <w:t>9.3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3" w:type="dxa"/>
            <w:tcBorders>
              <w:top w:val="single" w:sz="11.49296" w:space="0" w:color="1F2B38"/>
              <w:bottom w:val="single" w:sz="11.49296" w:space="0" w:color="1C1C1C"/>
              <w:left w:val="single" w:sz="11.49296" w:space="0" w:color="181C1C"/>
              <w:right w:val="single" w:sz="11.49296" w:space="0" w:color="232828"/>
            </w:tcBorders>
          </w:tcPr>
          <w:p>
            <w:pPr>
              <w:spacing w:before="0" w:after="0" w:line="223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11"/>
                <w:position w:val="-1"/>
              </w:rPr>
              <w:t>13.3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6" w:type="dxa"/>
            <w:tcBorders>
              <w:top w:val="single" w:sz="11.49296" w:space="0" w:color="1F2B38"/>
              <w:bottom w:val="single" w:sz="11.49296" w:space="0" w:color="1C1C1C"/>
              <w:left w:val="single" w:sz="11.49296" w:space="0" w:color="232828"/>
              <w:right w:val="single" w:sz="11.49296" w:space="0" w:color="1F1F1F"/>
            </w:tcBorders>
          </w:tcPr>
          <w:p>
            <w:pPr>
              <w:spacing w:before="2" w:after="0" w:line="220" w:lineRule="exact"/>
              <w:ind w:left="67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  <w:position w:val="-1"/>
              </w:rPr>
              <w:t>11.8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4" w:hRule="exact"/>
        </w:trPr>
        <w:tc>
          <w:tcPr>
            <w:tcW w:w="4539" w:type="dxa"/>
            <w:gridSpan w:val="2"/>
            <w:tcBorders>
              <w:top w:val="single" w:sz="11.49296" w:space="0" w:color="1C1C1C"/>
              <w:bottom w:val="single" w:sz="11.49296" w:space="0" w:color="131313"/>
              <w:left w:val="single" w:sz="11.49296" w:space="0" w:color="1F1F1F"/>
              <w:right w:val="single" w:sz="11.49296" w:space="0" w:color="0F0F0F"/>
            </w:tcBorders>
          </w:tcPr>
          <w:p>
            <w:pPr>
              <w:spacing w:before="13" w:after="0" w:line="240" w:lineRule="auto"/>
              <w:ind w:left="50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Adult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6"/>
              </w:rPr>
              <w:t>women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7" w:type="dxa"/>
            <w:tcBorders>
              <w:top w:val="single" w:sz="11.49296" w:space="0" w:color="1C1C1C"/>
              <w:bottom w:val="single" w:sz="11.49296" w:space="0" w:color="131313"/>
              <w:left w:val="single" w:sz="11.49296" w:space="0" w:color="0F0F0F"/>
              <w:right w:val="single" w:sz="11.49296" w:space="0" w:color="0F130F"/>
            </w:tcBorders>
          </w:tcPr>
          <w:p>
            <w:pPr>
              <w:spacing w:before="0" w:after="0" w:line="225" w:lineRule="exact"/>
              <w:ind w:right="45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</w:rPr>
              <w:t>7.8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21" w:type="dxa"/>
            <w:tcBorders>
              <w:top w:val="single" w:sz="11.49296" w:space="0" w:color="1C1C1C"/>
              <w:bottom w:val="single" w:sz="11.49296" w:space="0" w:color="131313"/>
              <w:left w:val="single" w:sz="11.49296" w:space="0" w:color="0F130F"/>
              <w:right w:val="single" w:sz="11.49296" w:space="0" w:color="181C1C"/>
            </w:tcBorders>
          </w:tcPr>
          <w:p>
            <w:pPr>
              <w:spacing w:before="0" w:after="0" w:line="225" w:lineRule="exact"/>
              <w:ind w:right="58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3"/>
                <w:position w:val="-1"/>
              </w:rPr>
              <w:t>9.1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3" w:type="dxa"/>
            <w:tcBorders>
              <w:top w:val="single" w:sz="11.49296" w:space="0" w:color="1C1C1C"/>
              <w:bottom w:val="single" w:sz="11.49296" w:space="0" w:color="131313"/>
              <w:left w:val="single" w:sz="11.49296" w:space="0" w:color="181C1C"/>
              <w:right w:val="single" w:sz="11.49296" w:space="0" w:color="131813"/>
            </w:tcBorders>
          </w:tcPr>
          <w:p>
            <w:pPr>
              <w:spacing w:before="0" w:after="0" w:line="225" w:lineRule="exact"/>
              <w:ind w:left="66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9"/>
                <w:position w:val="-1"/>
              </w:rPr>
              <w:t>14.8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6" w:type="dxa"/>
            <w:tcBorders>
              <w:top w:val="single" w:sz="11.49296" w:space="0" w:color="1C1C1C"/>
              <w:bottom w:val="single" w:sz="11.49296" w:space="0" w:color="131313"/>
              <w:left w:val="single" w:sz="11.49296" w:space="0" w:color="131813"/>
              <w:right w:val="single" w:sz="11.49296" w:space="0" w:color="1F1F1F"/>
            </w:tcBorders>
          </w:tcPr>
          <w:p>
            <w:pPr>
              <w:spacing w:before="5" w:after="0" w:line="220" w:lineRule="exact"/>
              <w:ind w:left="66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12.0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4" w:hRule="exact"/>
        </w:trPr>
        <w:tc>
          <w:tcPr>
            <w:tcW w:w="4539" w:type="dxa"/>
            <w:gridSpan w:val="2"/>
            <w:tcBorders>
              <w:top w:val="single" w:sz="11.49296" w:space="0" w:color="131313"/>
              <w:bottom w:val="single" w:sz="11.49296" w:space="0" w:color="131313"/>
              <w:left w:val="single" w:sz="11.49296" w:space="0" w:color="1F1F1F"/>
              <w:right w:val="single" w:sz="11.49296" w:space="0" w:color="0F0F0F"/>
            </w:tcBorders>
          </w:tcPr>
          <w:p>
            <w:pPr>
              <w:spacing w:before="13" w:after="0" w:line="240" w:lineRule="auto"/>
              <w:ind w:left="50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Adult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7"/>
              </w:rPr>
              <w:t>men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7" w:type="dxa"/>
            <w:tcBorders>
              <w:top w:val="single" w:sz="11.49296" w:space="0" w:color="131313"/>
              <w:bottom w:val="single" w:sz="11.49296" w:space="0" w:color="131313"/>
              <w:left w:val="single" w:sz="11.49296" w:space="0" w:color="0F0F0F"/>
              <w:right w:val="single" w:sz="11.49296" w:space="0" w:color="0F130F"/>
            </w:tcBorders>
          </w:tcPr>
          <w:p>
            <w:pPr>
              <w:spacing w:before="0" w:after="0" w:line="225" w:lineRule="exact"/>
              <w:ind w:right="37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13"/>
                <w:position w:val="-1"/>
              </w:rPr>
              <w:t>6.3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1" w:type="dxa"/>
            <w:tcBorders>
              <w:top w:val="single" w:sz="11.49296" w:space="0" w:color="131313"/>
              <w:bottom w:val="single" w:sz="11.49296" w:space="0" w:color="131313"/>
              <w:left w:val="single" w:sz="11.49296" w:space="0" w:color="0F130F"/>
              <w:right w:val="single" w:sz="11.49296" w:space="0" w:color="181C1C"/>
            </w:tcBorders>
          </w:tcPr>
          <w:p>
            <w:pPr>
              <w:spacing w:before="0" w:after="0" w:line="225" w:lineRule="exact"/>
              <w:ind w:right="49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-12"/>
                <w:w w:val="115"/>
                <w:position w:val="-1"/>
              </w:rPr>
              <w:t>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1A232A"/>
                <w:spacing w:val="-12"/>
                <w:w w:val="133"/>
                <w:position w:val="-1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9"/>
                <w:position w:val="-1"/>
              </w:rPr>
              <w:t>9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3" w:type="dxa"/>
            <w:tcBorders>
              <w:top w:val="single" w:sz="11.49296" w:space="0" w:color="131313"/>
              <w:bottom w:val="single" w:sz="11.49296" w:space="0" w:color="131313"/>
              <w:left w:val="single" w:sz="11.49296" w:space="0" w:color="181C1C"/>
              <w:right w:val="single" w:sz="11.49296" w:space="0" w:color="131813"/>
            </w:tcBorders>
          </w:tcPr>
          <w:p>
            <w:pPr>
              <w:spacing w:before="0" w:after="0" w:line="225" w:lineRule="exact"/>
              <w:ind w:left="661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  <w:position w:val="-1"/>
              </w:rPr>
              <w:t>10.0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6" w:type="dxa"/>
            <w:tcBorders>
              <w:top w:val="single" w:sz="11.49296" w:space="0" w:color="131313"/>
              <w:bottom w:val="single" w:sz="11.49296" w:space="0" w:color="131313"/>
              <w:left w:val="single" w:sz="11.49296" w:space="0" w:color="131813"/>
              <w:right w:val="single" w:sz="11.49296" w:space="0" w:color="1F1F1F"/>
            </w:tcBorders>
          </w:tcPr>
          <w:p>
            <w:pPr>
              <w:spacing w:before="5" w:after="0" w:line="220" w:lineRule="exact"/>
              <w:ind w:left="66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  <w:position w:val="-1"/>
              </w:rPr>
              <w:t>10.5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6" w:hRule="exact"/>
        </w:trPr>
        <w:tc>
          <w:tcPr>
            <w:tcW w:w="4539" w:type="dxa"/>
            <w:gridSpan w:val="2"/>
            <w:tcBorders>
              <w:top w:val="single" w:sz="11.49296" w:space="0" w:color="131313"/>
              <w:bottom w:val="single" w:sz="11.49296" w:space="0" w:color="131313"/>
              <w:left w:val="single" w:sz="11.49296" w:space="0" w:color="1F1F1F"/>
              <w:right w:val="single" w:sz="11.49296" w:space="0" w:color="0F0F0F"/>
            </w:tcBorders>
          </w:tcPr>
          <w:p>
            <w:pPr>
              <w:spacing w:before="13" w:after="0" w:line="240" w:lineRule="auto"/>
              <w:ind w:left="49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5"/>
              </w:rPr>
              <w:t>Teenagers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7" w:type="dxa"/>
            <w:tcBorders>
              <w:top w:val="single" w:sz="11.49296" w:space="0" w:color="131313"/>
              <w:bottom w:val="single" w:sz="11.49296" w:space="0" w:color="131313"/>
              <w:left w:val="single" w:sz="11.49296" w:space="0" w:color="0F0F0F"/>
              <w:right w:val="single" w:sz="11.49296" w:space="0" w:color="0F130F"/>
            </w:tcBorders>
          </w:tcPr>
          <w:p>
            <w:pPr>
              <w:spacing w:before="0" w:after="0" w:line="227" w:lineRule="exact"/>
              <w:ind w:left="59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</w:rPr>
              <w:t>32.6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21" w:type="dxa"/>
            <w:tcBorders>
              <w:top w:val="single" w:sz="11.49296" w:space="0" w:color="131313"/>
              <w:bottom w:val="single" w:sz="11.49296" w:space="0" w:color="131313"/>
              <w:left w:val="single" w:sz="11.49296" w:space="0" w:color="0F130F"/>
              <w:right w:val="single" w:sz="11.49296" w:space="0" w:color="181C1C"/>
            </w:tcBorders>
          </w:tcPr>
          <w:p>
            <w:pPr>
              <w:spacing w:before="5" w:after="0" w:line="223" w:lineRule="exact"/>
              <w:ind w:left="64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28.6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3" w:type="dxa"/>
            <w:tcBorders>
              <w:top w:val="single" w:sz="11.49296" w:space="0" w:color="131313"/>
              <w:bottom w:val="single" w:sz="11.49296" w:space="0" w:color="131313"/>
              <w:left w:val="single" w:sz="11.49296" w:space="0" w:color="181C1C"/>
              <w:right w:val="single" w:sz="11.49296" w:space="0" w:color="131813"/>
            </w:tcBorders>
          </w:tcPr>
          <w:p>
            <w:pPr>
              <w:spacing w:before="5" w:after="0" w:line="223" w:lineRule="exact"/>
              <w:ind w:left="64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7"/>
                <w:position w:val="-1"/>
              </w:rPr>
              <w:t>38.6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6" w:type="dxa"/>
            <w:tcBorders>
              <w:top w:val="single" w:sz="11.49296" w:space="0" w:color="131313"/>
              <w:bottom w:val="single" w:sz="11.49296" w:space="0" w:color="131313"/>
              <w:left w:val="single" w:sz="11.49296" w:space="0" w:color="131813"/>
              <w:right w:val="single" w:sz="11.49296" w:space="0" w:color="1F1F1F"/>
            </w:tcBorders>
          </w:tcPr>
          <w:p>
            <w:pPr>
              <w:spacing w:before="9" w:after="0" w:line="218" w:lineRule="exact"/>
              <w:ind w:left="65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  <w:position w:val="-1"/>
              </w:rPr>
              <w:t>34.5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6" w:hRule="exact"/>
        </w:trPr>
        <w:tc>
          <w:tcPr>
            <w:tcW w:w="4539" w:type="dxa"/>
            <w:gridSpan w:val="2"/>
            <w:tcBorders>
              <w:top w:val="single" w:sz="11.49296" w:space="0" w:color="131313"/>
              <w:bottom w:val="single" w:sz="11.49296" w:space="0" w:color="181C1C"/>
              <w:left w:val="single" w:sz="11.49296" w:space="0" w:color="1F1F1F"/>
              <w:right w:val="single" w:sz="11.49296" w:space="0" w:color="0F0F0F"/>
            </w:tcBorders>
          </w:tcPr>
          <w:p>
            <w:pPr>
              <w:spacing w:before="15" w:after="0" w:line="240" w:lineRule="auto"/>
              <w:ind w:left="5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Household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4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8"/>
              </w:rPr>
              <w:t>Heads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7" w:type="dxa"/>
            <w:tcBorders>
              <w:top w:val="single" w:sz="11.49296" w:space="0" w:color="131313"/>
              <w:bottom w:val="single" w:sz="11.49296" w:space="0" w:color="181C1C"/>
              <w:left w:val="single" w:sz="11.49296" w:space="0" w:color="0F0F0F"/>
              <w:right w:val="single" w:sz="11.49296" w:space="0" w:color="0F130F"/>
            </w:tcBorders>
          </w:tcPr>
          <w:p>
            <w:pPr>
              <w:spacing w:before="0" w:after="0" w:line="228" w:lineRule="exact"/>
              <w:ind w:right="60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4"/>
              </w:rPr>
              <w:t>5.1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21" w:type="dxa"/>
            <w:tcBorders>
              <w:top w:val="single" w:sz="11.49296" w:space="0" w:color="131313"/>
              <w:bottom w:val="single" w:sz="11.49296" w:space="0" w:color="181C1C"/>
              <w:left w:val="single" w:sz="11.49296" w:space="0" w:color="0F130F"/>
              <w:right w:val="single" w:sz="11.49296" w:space="0" w:color="181C1C"/>
            </w:tcBorders>
          </w:tcPr>
          <w:p>
            <w:pPr>
              <w:spacing w:before="2" w:after="0" w:line="225" w:lineRule="exact"/>
              <w:ind w:right="45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  <w:position w:val="-1"/>
              </w:rPr>
              <w:t>5.7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3" w:type="dxa"/>
            <w:tcBorders>
              <w:top w:val="single" w:sz="11.49296" w:space="0" w:color="131313"/>
              <w:bottom w:val="single" w:sz="11.49296" w:space="0" w:color="181C1C"/>
              <w:left w:val="single" w:sz="11.49296" w:space="0" w:color="181C1C"/>
              <w:right w:val="single" w:sz="11.49296" w:space="0" w:color="131813"/>
            </w:tcBorders>
          </w:tcPr>
          <w:p>
            <w:pPr>
              <w:spacing w:before="2" w:after="0" w:line="225" w:lineRule="exact"/>
              <w:ind w:right="45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11"/>
                <w:position w:val="-1"/>
              </w:rPr>
              <w:t>8.7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6" w:type="dxa"/>
            <w:tcBorders>
              <w:top w:val="single" w:sz="11.49296" w:space="0" w:color="131313"/>
              <w:bottom w:val="single" w:sz="11.49296" w:space="0" w:color="181C1C"/>
              <w:left w:val="single" w:sz="11.49296" w:space="0" w:color="131813"/>
              <w:right w:val="single" w:sz="11.49296" w:space="0" w:color="1F1F1F"/>
            </w:tcBorders>
          </w:tcPr>
          <w:p>
            <w:pPr>
              <w:spacing w:before="7" w:after="0" w:line="220" w:lineRule="exact"/>
              <w:ind w:right="5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4"/>
                <w:position w:val="-1"/>
              </w:rPr>
              <w:t>7.2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4" w:hRule="exact"/>
        </w:trPr>
        <w:tc>
          <w:tcPr>
            <w:tcW w:w="4539" w:type="dxa"/>
            <w:gridSpan w:val="2"/>
            <w:tcBorders>
              <w:top w:val="single" w:sz="11.49296" w:space="0" w:color="181C1C"/>
              <w:bottom w:val="single" w:sz="11.49296" w:space="0" w:color="1F1F1F"/>
              <w:left w:val="single" w:sz="11.49296" w:space="0" w:color="1F1F1F"/>
              <w:right w:val="single" w:sz="11.49296" w:space="0" w:color="0F0F0F"/>
            </w:tcBorders>
          </w:tcPr>
          <w:p>
            <w:pPr>
              <w:spacing w:before="13" w:after="0" w:line="240" w:lineRule="auto"/>
              <w:ind w:left="5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Full-tim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7"/>
              </w:rPr>
              <w:t>workers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7" w:type="dxa"/>
            <w:tcBorders>
              <w:top w:val="single" w:sz="11.49296" w:space="0" w:color="181C1C"/>
              <w:bottom w:val="single" w:sz="11.49296" w:space="0" w:color="1F1F1F"/>
              <w:left w:val="single" w:sz="11.49296" w:space="0" w:color="0F0F0F"/>
              <w:right w:val="single" w:sz="11.49296" w:space="0" w:color="0F130F"/>
            </w:tcBorders>
          </w:tcPr>
          <w:p>
            <w:pPr>
              <w:spacing w:before="0" w:after="0" w:line="225" w:lineRule="exact"/>
              <w:ind w:right="55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  <w:position w:val="-1"/>
              </w:rPr>
              <w:t>8.1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1" w:type="dxa"/>
            <w:tcBorders>
              <w:top w:val="single" w:sz="11.49296" w:space="0" w:color="181C1C"/>
              <w:bottom w:val="single" w:sz="11.49296" w:space="0" w:color="1F1F1F"/>
              <w:left w:val="single" w:sz="11.49296" w:space="0" w:color="0F130F"/>
              <w:right w:val="single" w:sz="11.49296" w:space="0" w:color="181C1C"/>
            </w:tcBorders>
          </w:tcPr>
          <w:p>
            <w:pPr>
              <w:spacing w:before="5" w:after="0" w:line="220" w:lineRule="exact"/>
              <w:ind w:right="58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5"/>
                <w:position w:val="-1"/>
              </w:rPr>
              <w:t>9.2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3" w:type="dxa"/>
            <w:tcBorders>
              <w:top w:val="single" w:sz="11.49296" w:space="0" w:color="181C1C"/>
              <w:bottom w:val="single" w:sz="11.49296" w:space="0" w:color="1F1F1F"/>
              <w:left w:val="single" w:sz="11.49296" w:space="0" w:color="181C1C"/>
              <w:right w:val="single" w:sz="11.49296" w:space="0" w:color="131813"/>
            </w:tcBorders>
          </w:tcPr>
          <w:p>
            <w:pPr>
              <w:spacing w:before="0" w:after="0" w:line="225" w:lineRule="exact"/>
              <w:ind w:left="65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9"/>
                <w:position w:val="-1"/>
              </w:rPr>
              <w:t>13.4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6" w:type="dxa"/>
            <w:tcBorders>
              <w:top w:val="single" w:sz="11.49296" w:space="0" w:color="181C1C"/>
              <w:bottom w:val="single" w:sz="11.49296" w:space="0" w:color="1F1F1F"/>
              <w:left w:val="single" w:sz="11.49296" w:space="0" w:color="131813"/>
              <w:right w:val="single" w:sz="11.49296" w:space="0" w:color="1F1F1F"/>
            </w:tcBorders>
          </w:tcPr>
          <w:p>
            <w:pPr>
              <w:spacing w:before="5" w:after="0" w:line="220" w:lineRule="exact"/>
              <w:ind w:left="65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7"/>
                <w:position w:val="-1"/>
              </w:rPr>
              <w:t>11.9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9" w:hRule="exact"/>
        </w:trPr>
        <w:tc>
          <w:tcPr>
            <w:tcW w:w="4539" w:type="dxa"/>
            <w:gridSpan w:val="2"/>
            <w:tcBorders>
              <w:top w:val="single" w:sz="11.49296" w:space="0" w:color="1F1F1F"/>
              <w:bottom w:val="single" w:sz="11.49296" w:space="0" w:color="181818"/>
              <w:left w:val="single" w:sz="11.49296" w:space="0" w:color="1F1F1F"/>
              <w:right w:val="single" w:sz="9.577464" w:space="0" w:color="131818"/>
            </w:tcBorders>
          </w:tcPr>
          <w:p>
            <w:pPr>
              <w:spacing w:before="18" w:after="0" w:line="240" w:lineRule="auto"/>
              <w:ind w:left="50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Part-tim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3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5"/>
              </w:rPr>
              <w:t>workers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7" w:type="dxa"/>
            <w:tcBorders>
              <w:top w:val="single" w:sz="11.49296" w:space="0" w:color="1F1F1F"/>
              <w:bottom w:val="single" w:sz="11.49296" w:space="0" w:color="181818"/>
              <w:left w:val="single" w:sz="9.577464" w:space="0" w:color="131818"/>
              <w:right w:val="single" w:sz="11.49296" w:space="0" w:color="0F130F"/>
            </w:tcBorders>
          </w:tcPr>
          <w:p>
            <w:pPr>
              <w:spacing w:before="5" w:after="0" w:line="225" w:lineRule="exact"/>
              <w:ind w:left="600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w w:val="113"/>
                <w:position w:val="-1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-9"/>
                <w:w w:val="113"/>
                <w:position w:val="-1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1A232A"/>
                <w:spacing w:val="-6"/>
                <w:w w:val="111"/>
                <w:position w:val="-1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27"/>
                <w:position w:val="-1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1" w:type="dxa"/>
            <w:tcBorders>
              <w:top w:val="single" w:sz="11.49296" w:space="0" w:color="1F1F1F"/>
              <w:bottom w:val="single" w:sz="11.49296" w:space="0" w:color="181818"/>
              <w:left w:val="single" w:sz="11.49296" w:space="0" w:color="0F130F"/>
              <w:right w:val="single" w:sz="11.49296" w:space="0" w:color="181C1C"/>
            </w:tcBorders>
          </w:tcPr>
          <w:p>
            <w:pPr>
              <w:spacing w:before="5" w:after="0" w:line="225" w:lineRule="exact"/>
              <w:ind w:right="52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9"/>
                <w:position w:val="-1"/>
              </w:rPr>
              <w:t>9.5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3" w:type="dxa"/>
            <w:tcBorders>
              <w:top w:val="single" w:sz="11.49296" w:space="0" w:color="1F1F1F"/>
              <w:bottom w:val="single" w:sz="11.49296" w:space="0" w:color="181818"/>
              <w:left w:val="single" w:sz="11.49296" w:space="0" w:color="181C1C"/>
              <w:right w:val="single" w:sz="11.49296" w:space="0" w:color="131813"/>
            </w:tcBorders>
          </w:tcPr>
          <w:p>
            <w:pPr>
              <w:spacing w:before="5" w:after="0" w:line="225" w:lineRule="exact"/>
              <w:ind w:left="651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10"/>
                <w:position w:val="-1"/>
              </w:rPr>
              <w:t>12.9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6" w:type="dxa"/>
            <w:tcBorders>
              <w:top w:val="single" w:sz="11.49296" w:space="0" w:color="1F1F1F"/>
              <w:bottom w:val="single" w:sz="11.49296" w:space="0" w:color="181818"/>
              <w:left w:val="single" w:sz="11.49296" w:space="0" w:color="131813"/>
              <w:right w:val="single" w:sz="11.49296" w:space="0" w:color="1F1F1F"/>
            </w:tcBorders>
          </w:tcPr>
          <w:p>
            <w:pPr>
              <w:spacing w:before="9" w:after="0" w:line="220" w:lineRule="exact"/>
              <w:ind w:left="65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w w:val="104"/>
                <w:position w:val="-1"/>
              </w:rPr>
              <w:t>11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1A232A"/>
                <w:spacing w:val="-3"/>
                <w:w w:val="111"/>
                <w:position w:val="-1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24"/>
                <w:position w:val="-1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6" w:hRule="exact"/>
        </w:trPr>
        <w:tc>
          <w:tcPr>
            <w:tcW w:w="4539" w:type="dxa"/>
            <w:gridSpan w:val="2"/>
            <w:tcBorders>
              <w:top w:val="single" w:sz="11.49296" w:space="0" w:color="181818"/>
              <w:bottom w:val="single" w:sz="9.577464" w:space="0" w:color="0F1313"/>
              <w:left w:val="single" w:sz="11.49296" w:space="0" w:color="1F1F1F"/>
              <w:right w:val="single" w:sz="9.577464" w:space="0" w:color="131818"/>
            </w:tcBorders>
          </w:tcPr>
          <w:p>
            <w:pPr>
              <w:spacing w:before="18" w:after="0" w:line="240" w:lineRule="auto"/>
              <w:ind w:left="49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-12"/>
                <w:w w:val="118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1A232A"/>
                <w:spacing w:val="-10"/>
                <w:w w:val="159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4"/>
              </w:rPr>
              <w:t>S.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4"/>
              </w:rPr>
              <w:t>Citizens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7" w:type="dxa"/>
            <w:tcBorders>
              <w:top w:val="single" w:sz="11.49296" w:space="0" w:color="181818"/>
              <w:bottom w:val="single" w:sz="9.577464" w:space="0" w:color="0F1313"/>
              <w:left w:val="single" w:sz="9.577464" w:space="0" w:color="131818"/>
              <w:right w:val="single" w:sz="11.49296" w:space="0" w:color="0F130F"/>
            </w:tcBorders>
          </w:tcPr>
          <w:p>
            <w:pPr>
              <w:spacing w:before="0" w:after="0" w:line="240" w:lineRule="auto"/>
              <w:ind w:right="55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</w:rPr>
              <w:t>8.0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21" w:type="dxa"/>
            <w:tcBorders>
              <w:top w:val="single" w:sz="11.49296" w:space="0" w:color="181818"/>
              <w:bottom w:val="single" w:sz="9.577464" w:space="0" w:color="0F1313"/>
              <w:left w:val="single" w:sz="11.49296" w:space="0" w:color="0F130F"/>
              <w:right w:val="single" w:sz="11.49296" w:space="0" w:color="181C1C"/>
            </w:tcBorders>
          </w:tcPr>
          <w:p>
            <w:pPr>
              <w:spacing w:before="5" w:after="0" w:line="225" w:lineRule="exact"/>
              <w:ind w:right="58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-17"/>
                <w:w w:val="125"/>
                <w:position w:val="-1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F3131"/>
                <w:spacing w:val="-18"/>
                <w:w w:val="133"/>
                <w:position w:val="-1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10"/>
                <w:position w:val="-1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3" w:type="dxa"/>
            <w:tcBorders>
              <w:top w:val="single" w:sz="11.49296" w:space="0" w:color="181818"/>
              <w:bottom w:val="single" w:sz="9.577464" w:space="0" w:color="0F1313"/>
              <w:left w:val="single" w:sz="11.49296" w:space="0" w:color="181C1C"/>
              <w:right w:val="single" w:sz="11.49296" w:space="0" w:color="131813"/>
            </w:tcBorders>
          </w:tcPr>
          <w:p>
            <w:pPr>
              <w:spacing w:before="5" w:after="0" w:line="225" w:lineRule="exact"/>
              <w:ind w:left="65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9"/>
                <w:position w:val="-1"/>
              </w:rPr>
              <w:t>12.4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6" w:type="dxa"/>
            <w:tcBorders>
              <w:top w:val="single" w:sz="11.49296" w:space="0" w:color="181818"/>
              <w:bottom w:val="single" w:sz="9.577464" w:space="0" w:color="0F1313"/>
              <w:left w:val="single" w:sz="11.49296" w:space="0" w:color="131813"/>
              <w:right w:val="single" w:sz="11.49296" w:space="0" w:color="1F1F1F"/>
            </w:tcBorders>
          </w:tcPr>
          <w:p>
            <w:pPr>
              <w:spacing w:before="5" w:after="0" w:line="225" w:lineRule="exact"/>
              <w:ind w:left="65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w w:val="107"/>
                <w:position w:val="-1"/>
              </w:rPr>
              <w:t>11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1A232A"/>
                <w:spacing w:val="-5"/>
                <w:w w:val="111"/>
                <w:position w:val="-1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6" w:hRule="exact"/>
        </w:trPr>
        <w:tc>
          <w:tcPr>
            <w:tcW w:w="4539" w:type="dxa"/>
            <w:gridSpan w:val="2"/>
            <w:tcBorders>
              <w:top w:val="single" w:sz="9.577464" w:space="0" w:color="0F1313"/>
              <w:bottom w:val="single" w:sz="11.49296" w:space="0" w:color="1C1C1C"/>
              <w:left w:val="single" w:sz="11.49296" w:space="0" w:color="1F1F1F"/>
              <w:right w:val="single" w:sz="9.577464" w:space="0" w:color="131818"/>
            </w:tcBorders>
          </w:tcPr>
          <w:p>
            <w:pPr>
              <w:spacing w:before="18" w:after="0" w:line="240" w:lineRule="auto"/>
              <w:ind w:left="50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Immigrant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4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6"/>
              </w:rPr>
              <w:t>Aliens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7" w:type="dxa"/>
            <w:tcBorders>
              <w:top w:val="single" w:sz="9.577464" w:space="0" w:color="0F1313"/>
              <w:bottom w:val="single" w:sz="11.49296" w:space="0" w:color="1C1C1C"/>
              <w:left w:val="single" w:sz="9.577464" w:space="0" w:color="131818"/>
              <w:right w:val="single" w:sz="11.49296" w:space="0" w:color="0F130F"/>
            </w:tcBorders>
          </w:tcPr>
          <w:p>
            <w:pPr>
              <w:spacing w:before="5" w:after="0" w:line="225" w:lineRule="exact"/>
              <w:ind w:left="691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11"/>
                <w:position w:val="-1"/>
              </w:rPr>
              <w:t>9.5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1" w:type="dxa"/>
            <w:tcBorders>
              <w:top w:val="single" w:sz="9.577464" w:space="0" w:color="0F1313"/>
              <w:bottom w:val="single" w:sz="11.49296" w:space="0" w:color="1C1C1C"/>
              <w:left w:val="single" w:sz="11.49296" w:space="0" w:color="0F130F"/>
              <w:right w:val="single" w:sz="9.577464" w:space="0" w:color="131813"/>
            </w:tcBorders>
          </w:tcPr>
          <w:p>
            <w:pPr>
              <w:spacing w:before="5" w:after="0" w:line="225" w:lineRule="exact"/>
              <w:ind w:left="651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  <w:position w:val="-1"/>
              </w:rPr>
              <w:t>12.7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3" w:type="dxa"/>
            <w:tcBorders>
              <w:top w:val="single" w:sz="9.577464" w:space="0" w:color="0F1313"/>
              <w:bottom w:val="single" w:sz="11.49296" w:space="0" w:color="1C1C1C"/>
              <w:left w:val="single" w:sz="9.577464" w:space="0" w:color="131813"/>
              <w:right w:val="single" w:sz="11.49296" w:space="0" w:color="131813"/>
            </w:tcBorders>
          </w:tcPr>
          <w:p>
            <w:pPr>
              <w:spacing w:before="5" w:after="0" w:line="225" w:lineRule="exact"/>
              <w:ind w:left="65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w w:val="111"/>
                <w:position w:val="-1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-10"/>
                <w:w w:val="111"/>
                <w:position w:val="-1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1A232A"/>
                <w:spacing w:val="-12"/>
                <w:w w:val="133"/>
                <w:position w:val="-1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17"/>
                <w:position w:val="-1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6" w:type="dxa"/>
            <w:tcBorders>
              <w:top w:val="single" w:sz="9.577464" w:space="0" w:color="0F1313"/>
              <w:bottom w:val="single" w:sz="11.49296" w:space="0" w:color="1C1C1C"/>
              <w:left w:val="single" w:sz="11.49296" w:space="0" w:color="131813"/>
              <w:right w:val="single" w:sz="11.49296" w:space="0" w:color="1F1F1F"/>
            </w:tcBorders>
          </w:tcPr>
          <w:p>
            <w:pPr>
              <w:spacing w:before="9" w:after="0" w:line="220" w:lineRule="exact"/>
              <w:ind w:left="65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  <w:position w:val="-1"/>
              </w:rPr>
              <w:t>14.8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4" w:hRule="exact"/>
        </w:trPr>
        <w:tc>
          <w:tcPr>
            <w:tcW w:w="4539" w:type="dxa"/>
            <w:gridSpan w:val="2"/>
            <w:tcBorders>
              <w:top w:val="single" w:sz="11.49296" w:space="0" w:color="1C1C1C"/>
              <w:bottom w:val="single" w:sz="11.49296" w:space="0" w:color="2B2B2B"/>
              <w:left w:val="single" w:sz="11.49296" w:space="0" w:color="1F1F1F"/>
              <w:right w:val="single" w:sz="9.577464" w:space="0" w:color="131818"/>
            </w:tcBorders>
          </w:tcPr>
          <w:p>
            <w:pPr>
              <w:spacing w:before="18" w:after="0" w:line="240" w:lineRule="auto"/>
              <w:ind w:left="48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5"/>
              </w:rPr>
              <w:t>Veterans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7" w:type="dxa"/>
            <w:tcBorders>
              <w:top w:val="single" w:sz="11.49296" w:space="0" w:color="1C1C1C"/>
              <w:bottom w:val="single" w:sz="9.577464" w:space="0" w:color="181C1C"/>
              <w:left w:val="single" w:sz="9.577464" w:space="0" w:color="131818"/>
              <w:right w:val="single" w:sz="11.49296" w:space="0" w:color="0F130F"/>
            </w:tcBorders>
          </w:tcPr>
          <w:p>
            <w:pPr>
              <w:spacing w:before="0" w:after="0" w:line="227" w:lineRule="exact"/>
              <w:ind w:left="691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</w:rPr>
              <w:t>3.6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21" w:type="dxa"/>
            <w:tcBorders>
              <w:top w:val="single" w:sz="11.49296" w:space="0" w:color="1C1C1C"/>
              <w:bottom w:val="single" w:sz="9.577464" w:space="0" w:color="181C1C"/>
              <w:left w:val="single" w:sz="11.49296" w:space="0" w:color="0F130F"/>
              <w:right w:val="single" w:sz="9.577464" w:space="0" w:color="131813"/>
            </w:tcBorders>
          </w:tcPr>
          <w:p>
            <w:pPr>
              <w:spacing w:before="5" w:after="0" w:line="223" w:lineRule="exact"/>
              <w:ind w:right="67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-5"/>
                <w:w w:val="109"/>
                <w:position w:val="-1"/>
              </w:rPr>
              <w:t>9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1A232A"/>
                <w:spacing w:val="-5"/>
                <w:w w:val="111"/>
                <w:position w:val="-1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3" w:type="dxa"/>
            <w:tcBorders>
              <w:top w:val="single" w:sz="11.49296" w:space="0" w:color="1C1C1C"/>
              <w:bottom w:val="single" w:sz="9.577464" w:space="0" w:color="181C1C"/>
              <w:left w:val="single" w:sz="9.577464" w:space="0" w:color="131813"/>
              <w:right w:val="single" w:sz="11.49296" w:space="0" w:color="131813"/>
            </w:tcBorders>
          </w:tcPr>
          <w:p>
            <w:pPr>
              <w:spacing w:before="0" w:after="0" w:line="227" w:lineRule="exact"/>
              <w:ind w:right="52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10"/>
              </w:rPr>
              <w:t>7.3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16" w:type="dxa"/>
            <w:tcBorders>
              <w:top w:val="single" w:sz="11.49296" w:space="0" w:color="1C1C1C"/>
              <w:bottom w:val="single" w:sz="9.577464" w:space="0" w:color="181C1C"/>
              <w:left w:val="single" w:sz="11.49296" w:space="0" w:color="131813"/>
              <w:right w:val="single" w:sz="11.49296" w:space="0" w:color="1F1F1F"/>
            </w:tcBorders>
          </w:tcPr>
          <w:p>
            <w:pPr>
              <w:spacing w:before="9" w:after="0" w:line="218" w:lineRule="exact"/>
              <w:ind w:right="52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  <w:position w:val="-1"/>
              </w:rPr>
              <w:t>8.0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tLeast"/>
        <w:ind w:left="194" w:right="1531" w:firstLine="-5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18"/>
          <w:szCs w:val="18"/>
          <w:color w:val="070808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8"/>
          <w:szCs w:val="18"/>
          <w:color w:val="070808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5"/>
          <w:b/>
          <w:bCs/>
        </w:rPr>
        <w:t>EMPLOYMENT</w:t>
      </w:r>
      <w:r>
        <w:rPr>
          <w:rFonts w:ascii="Arial" w:hAnsi="Arial" w:cs="Arial" w:eastAsia="Arial"/>
          <w:sz w:val="18"/>
          <w:szCs w:val="18"/>
          <w:color w:val="070808"/>
          <w:spacing w:val="-1"/>
          <w:w w:val="105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SITUATIO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18"/>
          <w:szCs w:val="18"/>
          <w:color w:val="070808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JO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color w:val="070808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DESIRE</w:t>
      </w:r>
      <w:r>
        <w:rPr>
          <w:rFonts w:ascii="Arial" w:hAnsi="Arial" w:cs="Arial" w:eastAsia="Arial"/>
          <w:sz w:val="18"/>
          <w:szCs w:val="18"/>
          <w:color w:val="070808"/>
          <w:spacing w:val="38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18"/>
          <w:szCs w:val="18"/>
          <w:color w:val="070808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PERSONS</w:t>
      </w:r>
      <w:r>
        <w:rPr>
          <w:rFonts w:ascii="Arial" w:hAnsi="Arial" w:cs="Arial" w:eastAsia="Arial"/>
          <w:sz w:val="18"/>
          <w:szCs w:val="18"/>
          <w:color w:val="070808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OUTSIDE</w:t>
      </w:r>
      <w:r>
        <w:rPr>
          <w:rFonts w:ascii="Arial" w:hAnsi="Arial" w:cs="Arial" w:eastAsia="Arial"/>
          <w:sz w:val="18"/>
          <w:szCs w:val="18"/>
          <w:color w:val="070808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5"/>
          <w:b/>
          <w:bCs/>
        </w:rPr>
        <w:t>THE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5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CIVILIA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70808"/>
          <w:spacing w:val="4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LABO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070808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FORCE</w:t>
      </w:r>
      <w:r>
        <w:rPr>
          <w:rFonts w:ascii="Arial" w:hAnsi="Arial" w:cs="Arial" w:eastAsia="Arial"/>
          <w:sz w:val="18"/>
          <w:szCs w:val="18"/>
          <w:color w:val="070808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18"/>
          <w:szCs w:val="18"/>
          <w:color w:val="070808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REASO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70808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NOT</w:t>
      </w:r>
      <w:r>
        <w:rPr>
          <w:rFonts w:ascii="Arial" w:hAnsi="Arial" w:cs="Arial" w:eastAsia="Arial"/>
          <w:sz w:val="18"/>
          <w:szCs w:val="18"/>
          <w:color w:val="070808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SEEKING</w:t>
      </w:r>
      <w:r>
        <w:rPr>
          <w:rFonts w:ascii="Arial" w:hAnsi="Arial" w:cs="Arial" w:eastAsia="Arial"/>
          <w:sz w:val="18"/>
          <w:szCs w:val="18"/>
          <w:color w:val="070808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WORK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MARCH</w:t>
      </w:r>
      <w:r>
        <w:rPr>
          <w:rFonts w:ascii="Arial" w:hAnsi="Arial" w:cs="Arial" w:eastAsia="Arial"/>
          <w:sz w:val="18"/>
          <w:szCs w:val="18"/>
          <w:color w:val="070808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6"/>
          <w:b/>
          <w:bCs/>
        </w:rPr>
        <w:t>2012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30986" w:type="dxa"/>
      </w:tblPr>
      <w:tblGrid/>
      <w:tr>
        <w:trPr>
          <w:trHeight w:val="252" w:hRule="exact"/>
        </w:trPr>
        <w:tc>
          <w:tcPr>
            <w:tcW w:w="1297" w:type="dxa"/>
            <w:tcBorders>
              <w:top w:val="single" w:sz="9.577464" w:space="0" w:color="233464"/>
              <w:bottom w:val="single" w:sz="15.323944" w:space="0" w:color="1F2B38"/>
              <w:left w:val="single" w:sz="11.49296" w:space="0" w:color="232834"/>
              <w:right w:val="nil" w:sz="6" w:space="0" w:color="auto"/>
            </w:tcBorders>
            <w:shd w:val="clear" w:color="auto" w:fill="111F48"/>
          </w:tcPr>
          <w:p>
            <w:pPr>
              <w:spacing w:before="20" w:after="0" w:line="240" w:lineRule="auto"/>
              <w:ind w:left="48" w:right="-78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11"/>
              </w:rPr>
              <w:t>CATEGORIES</w:t>
            </w:r>
            <w:r>
              <w:rPr>
                <w:rFonts w:ascii="Arial" w:hAnsi="Arial" w:cs="Arial" w:eastAsia="Arial"/>
                <w:sz w:val="17"/>
                <w:szCs w:val="17"/>
                <w:color w:val="000000"/>
                <w:spacing w:val="0"/>
                <w:w w:val="100"/>
              </w:rPr>
            </w:r>
          </w:p>
        </w:tc>
        <w:tc>
          <w:tcPr>
            <w:tcW w:w="3470" w:type="dxa"/>
            <w:gridSpan w:val="2"/>
            <w:tcBorders>
              <w:top w:val="single" w:sz="9.577464" w:space="0" w:color="233464"/>
              <w:bottom w:val="single" w:sz="15.323944" w:space="0" w:color="1F2B38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848" w:type="dxa"/>
            <w:tcBorders>
              <w:top w:val="single" w:sz="9.577464" w:space="0" w:color="233464"/>
              <w:bottom w:val="single" w:sz="15.323944" w:space="0" w:color="1F2B38"/>
              <w:left w:val="nil" w:sz="6" w:space="0" w:color="auto"/>
              <w:right w:val="nil" w:sz="6" w:space="0" w:color="auto"/>
            </w:tcBorders>
            <w:shd w:val="clear" w:color="auto" w:fill="111F48"/>
          </w:tcPr>
          <w:p>
            <w:pPr>
              <w:spacing w:before="20" w:after="0" w:line="240" w:lineRule="auto"/>
              <w:ind w:left="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9"/>
              </w:rPr>
              <w:t>2007</w:t>
            </w:r>
            <w:r>
              <w:rPr>
                <w:rFonts w:ascii="Arial" w:hAnsi="Arial" w:cs="Arial" w:eastAsia="Arial"/>
                <w:sz w:val="17"/>
                <w:szCs w:val="17"/>
                <w:color w:val="000000"/>
                <w:spacing w:val="0"/>
                <w:w w:val="100"/>
              </w:rPr>
            </w:r>
          </w:p>
        </w:tc>
        <w:tc>
          <w:tcPr>
            <w:tcW w:w="284" w:type="dxa"/>
            <w:tcBorders>
              <w:top w:val="single" w:sz="9.577464" w:space="0" w:color="233464"/>
              <w:bottom w:val="single" w:sz="15.323944" w:space="0" w:color="1F2B38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846" w:type="dxa"/>
            <w:tcBorders>
              <w:top w:val="single" w:sz="9.577464" w:space="0" w:color="233464"/>
              <w:bottom w:val="single" w:sz="15.323944" w:space="0" w:color="1F2B38"/>
              <w:left w:val="nil" w:sz="6" w:space="0" w:color="auto"/>
              <w:right w:val="nil" w:sz="6" w:space="0" w:color="auto"/>
            </w:tcBorders>
            <w:shd w:val="clear" w:color="auto" w:fill="111F48"/>
          </w:tcPr>
          <w:p>
            <w:pPr>
              <w:spacing w:before="25" w:after="0" w:line="240" w:lineRule="auto"/>
              <w:ind w:left="8" w:right="-41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9"/>
              </w:rPr>
              <w:t>2009</w:t>
            </w:r>
            <w:r>
              <w:rPr>
                <w:rFonts w:ascii="Arial" w:hAnsi="Arial" w:cs="Arial" w:eastAsia="Arial"/>
                <w:sz w:val="17"/>
                <w:szCs w:val="17"/>
                <w:color w:val="000000"/>
                <w:spacing w:val="0"/>
                <w:w w:val="100"/>
              </w:rPr>
            </w:r>
          </w:p>
        </w:tc>
        <w:tc>
          <w:tcPr>
            <w:tcW w:w="289" w:type="dxa"/>
            <w:tcBorders>
              <w:top w:val="single" w:sz="9.577464" w:space="0" w:color="233464"/>
              <w:bottom w:val="single" w:sz="15.323944" w:space="0" w:color="1F2B38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836" w:type="dxa"/>
            <w:tcBorders>
              <w:top w:val="single" w:sz="9.577464" w:space="0" w:color="233464"/>
              <w:bottom w:val="single" w:sz="15.323944" w:space="0" w:color="1F2B38"/>
              <w:left w:val="nil" w:sz="6" w:space="0" w:color="auto"/>
              <w:right w:val="nil" w:sz="6" w:space="0" w:color="auto"/>
            </w:tcBorders>
            <w:shd w:val="clear" w:color="auto" w:fill="111F48"/>
          </w:tcPr>
          <w:p>
            <w:pPr>
              <w:spacing w:before="25" w:after="0" w:line="240" w:lineRule="auto"/>
              <w:ind w:left="13" w:right="-44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0"/>
              </w:rPr>
              <w:t>Mar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9"/>
              </w:rPr>
              <w:t>2011</w:t>
            </w:r>
            <w:r>
              <w:rPr>
                <w:rFonts w:ascii="Arial" w:hAnsi="Arial" w:cs="Arial" w:eastAsia="Arial"/>
                <w:sz w:val="17"/>
                <w:szCs w:val="17"/>
                <w:color w:val="000000"/>
                <w:spacing w:val="0"/>
                <w:w w:val="100"/>
              </w:rPr>
            </w:r>
          </w:p>
        </w:tc>
        <w:tc>
          <w:tcPr>
            <w:tcW w:w="289" w:type="dxa"/>
            <w:tcBorders>
              <w:top w:val="single" w:sz="9.577464" w:space="0" w:color="233464"/>
              <w:bottom w:val="single" w:sz="15.323944" w:space="0" w:color="1F2B38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829" w:type="dxa"/>
            <w:tcBorders>
              <w:top w:val="single" w:sz="9.577464" w:space="0" w:color="233464"/>
              <w:bottom w:val="single" w:sz="15.323944" w:space="0" w:color="1F2B38"/>
              <w:left w:val="nil" w:sz="6" w:space="0" w:color="auto"/>
              <w:right w:val="single" w:sz="11.49296" w:space="0" w:color="1F2328"/>
            </w:tcBorders>
            <w:shd w:val="clear" w:color="auto" w:fill="111F48"/>
          </w:tcPr>
          <w:p>
            <w:pPr>
              <w:spacing w:before="30" w:after="0" w:line="191" w:lineRule="exact"/>
              <w:ind w:left="13" w:right="-5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0"/>
                <w:position w:val="-1"/>
              </w:rPr>
              <w:t>Mar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45"/>
                <w:w w:val="100"/>
                <w:position w:val="-1"/>
              </w:rPr>
              <w:t> </w:t>
            </w:r>
            <w:r>
              <w:rPr>
                <w:rFonts w:ascii="Arial" w:hAnsi="Arial" w:cs="Arial" w:eastAsia="Arial"/>
                <w:sz w:val="17"/>
                <w:szCs w:val="17"/>
                <w:color w:val="F9F9F9"/>
                <w:spacing w:val="0"/>
                <w:w w:val="108"/>
                <w:position w:val="-1"/>
              </w:rPr>
              <w:t>2012</w:t>
            </w:r>
            <w:r>
              <w:rPr>
                <w:rFonts w:ascii="Arial" w:hAnsi="Arial" w:cs="Arial" w:eastAsia="Arial"/>
                <w:sz w:val="17"/>
                <w:szCs w:val="17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5" w:hRule="exact"/>
        </w:trPr>
        <w:tc>
          <w:tcPr>
            <w:tcW w:w="4542" w:type="dxa"/>
            <w:gridSpan w:val="2"/>
            <w:tcBorders>
              <w:top w:val="single" w:sz="15.323944" w:space="0" w:color="1F2B38"/>
              <w:bottom w:val="single" w:sz="9.577464" w:space="0" w:color="282828"/>
              <w:left w:val="single" w:sz="11.49296" w:space="0" w:color="232834"/>
              <w:right w:val="single" w:sz="11.49296" w:space="0" w:color="232823"/>
            </w:tcBorders>
          </w:tcPr>
          <w:p>
            <w:pPr>
              <w:spacing w:before="15" w:after="0" w:line="240" w:lineRule="auto"/>
              <w:ind w:left="4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Labor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6"/>
              </w:rPr>
              <w:t>Force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73" w:type="dxa"/>
            <w:gridSpan w:val="2"/>
            <w:tcBorders>
              <w:top w:val="single" w:sz="15.323944" w:space="0" w:color="1F2B38"/>
              <w:bottom w:val="single" w:sz="9.577464" w:space="0" w:color="0F130F"/>
              <w:left w:val="single" w:sz="11.49296" w:space="0" w:color="232823"/>
              <w:right w:val="single" w:sz="11.49296" w:space="0" w:color="181C18"/>
            </w:tcBorders>
          </w:tcPr>
          <w:p>
            <w:pPr>
              <w:spacing w:before="0" w:after="0" w:line="223" w:lineRule="exact"/>
              <w:ind w:left="381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</w:rPr>
              <w:t>46,490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30" w:type="dxa"/>
            <w:gridSpan w:val="2"/>
            <w:tcBorders>
              <w:top w:val="single" w:sz="15.323944" w:space="0" w:color="1F2B38"/>
              <w:bottom w:val="single" w:sz="11.49296" w:space="0" w:color="1F231F"/>
              <w:left w:val="single" w:sz="11.49296" w:space="0" w:color="181C18"/>
              <w:right w:val="single" w:sz="9.577464" w:space="0" w:color="1F1F1F"/>
            </w:tcBorders>
          </w:tcPr>
          <w:p>
            <w:pPr>
              <w:spacing w:before="0" w:after="0" w:line="222" w:lineRule="exact"/>
              <w:ind w:left="4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43,220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5" w:type="dxa"/>
            <w:gridSpan w:val="2"/>
            <w:tcBorders>
              <w:top w:val="single" w:sz="15.323944" w:space="0" w:color="1F2B38"/>
              <w:bottom w:val="single" w:sz="11.49296" w:space="0" w:color="1F231F"/>
              <w:left w:val="single" w:sz="9.577464" w:space="0" w:color="1F1F1F"/>
              <w:right w:val="single" w:sz="11.49296" w:space="0" w:color="1F1F1F"/>
            </w:tcBorders>
          </w:tcPr>
          <w:p>
            <w:pPr>
              <w:spacing w:before="0" w:after="0" w:line="222" w:lineRule="exact"/>
              <w:ind w:left="4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5"/>
                <w:position w:val="-1"/>
              </w:rPr>
              <w:t>44,770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8" w:type="dxa"/>
            <w:gridSpan w:val="2"/>
            <w:tcBorders>
              <w:top w:val="single" w:sz="15.323944" w:space="0" w:color="1F2B38"/>
              <w:bottom w:val="single" w:sz="11.49296" w:space="0" w:color="1F231F"/>
              <w:left w:val="single" w:sz="11.49296" w:space="0" w:color="1F1F1F"/>
              <w:right w:val="single" w:sz="11.49296" w:space="0" w:color="1F2328"/>
            </w:tcBorders>
          </w:tcPr>
          <w:p>
            <w:pPr>
              <w:spacing w:before="2" w:after="0" w:line="219" w:lineRule="exact"/>
              <w:ind w:left="450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5"/>
                <w:position w:val="-1"/>
              </w:rPr>
              <w:t>52,410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60" w:hRule="exact"/>
        </w:trPr>
        <w:tc>
          <w:tcPr>
            <w:tcW w:w="4542" w:type="dxa"/>
            <w:gridSpan w:val="2"/>
            <w:tcBorders>
              <w:top w:val="single" w:sz="9.577464" w:space="0" w:color="282828"/>
              <w:bottom w:val="single" w:sz="11.49296" w:space="0" w:color="181C1C"/>
              <w:left w:val="single" w:sz="11.49296" w:space="0" w:color="232834"/>
              <w:right w:val="single" w:sz="11.49296" w:space="0" w:color="232823"/>
            </w:tcBorders>
          </w:tcPr>
          <w:p>
            <w:pPr>
              <w:spacing w:before="21" w:after="0" w:line="240" w:lineRule="auto"/>
              <w:ind w:left="31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Did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wan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job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during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3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survey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8"/>
              </w:rPr>
              <w:t>period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73" w:type="dxa"/>
            <w:gridSpan w:val="2"/>
            <w:tcBorders>
              <w:top w:val="single" w:sz="9.577464" w:space="0" w:color="0F130F"/>
              <w:bottom w:val="single" w:sz="11.49296" w:space="0" w:color="181C1C"/>
              <w:left w:val="single" w:sz="11.49296" w:space="0" w:color="232823"/>
              <w:right w:val="single" w:sz="11.49296" w:space="0" w:color="181C18"/>
            </w:tcBorders>
          </w:tcPr>
          <w:p>
            <w:pPr>
              <w:spacing w:before="4" w:after="0" w:line="240" w:lineRule="auto"/>
              <w:ind w:left="38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7"/>
              </w:rPr>
              <w:t>37,620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30" w:type="dxa"/>
            <w:gridSpan w:val="2"/>
            <w:tcBorders>
              <w:top w:val="single" w:sz="11.49296" w:space="0" w:color="1F231F"/>
              <w:bottom w:val="single" w:sz="11.49296" w:space="0" w:color="181C1C"/>
              <w:left w:val="single" w:sz="11.49296" w:space="0" w:color="181C18"/>
              <w:right w:val="single" w:sz="9.577464" w:space="0" w:color="1F1F1F"/>
            </w:tcBorders>
          </w:tcPr>
          <w:p>
            <w:pPr>
              <w:spacing w:before="6" w:after="0" w:line="225" w:lineRule="exact"/>
              <w:ind w:left="44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5"/>
                <w:position w:val="-1"/>
              </w:rPr>
              <w:t>37,000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5" w:type="dxa"/>
            <w:gridSpan w:val="2"/>
            <w:tcBorders>
              <w:top w:val="single" w:sz="11.49296" w:space="0" w:color="1F231F"/>
              <w:bottom w:val="single" w:sz="11.49296" w:space="0" w:color="181C1C"/>
              <w:left w:val="single" w:sz="9.577464" w:space="0" w:color="1F1F1F"/>
              <w:right w:val="single" w:sz="11.49296" w:space="0" w:color="1F1F1F"/>
            </w:tcBorders>
          </w:tcPr>
          <w:p>
            <w:pPr>
              <w:spacing w:before="6" w:after="0" w:line="225" w:lineRule="exact"/>
              <w:ind w:left="44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35,450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8" w:type="dxa"/>
            <w:gridSpan w:val="2"/>
            <w:tcBorders>
              <w:top w:val="single" w:sz="11.49296" w:space="0" w:color="1F231F"/>
              <w:bottom w:val="single" w:sz="11.49296" w:space="0" w:color="181C1C"/>
              <w:left w:val="single" w:sz="11.49296" w:space="0" w:color="1F1F1F"/>
              <w:right w:val="single" w:sz="11.49296" w:space="0" w:color="1F2328"/>
            </w:tcBorders>
          </w:tcPr>
          <w:p>
            <w:pPr>
              <w:spacing w:before="11" w:after="0" w:line="220" w:lineRule="exact"/>
              <w:ind w:left="44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5"/>
                <w:position w:val="-1"/>
              </w:rPr>
              <w:t>41,960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513" w:hRule="exact"/>
        </w:trPr>
        <w:tc>
          <w:tcPr>
            <w:tcW w:w="4542" w:type="dxa"/>
            <w:gridSpan w:val="2"/>
            <w:tcBorders>
              <w:top w:val="single" w:sz="11.49296" w:space="0" w:color="181C1C"/>
              <w:bottom w:val="single" w:sz="11.49296" w:space="0" w:color="1F1F1F"/>
              <w:left w:val="single" w:sz="9.577464" w:space="0" w:color="1F2323"/>
              <w:right w:val="single" w:sz="11.49296" w:space="0" w:color="232823"/>
            </w:tcBorders>
          </w:tcPr>
          <w:p>
            <w:pPr>
              <w:spacing w:before="13" w:after="0" w:line="240" w:lineRule="auto"/>
              <w:ind w:left="30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Want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job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during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survey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period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3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bu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did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6"/>
              </w:rPr>
              <w:t>not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52" w:after="0" w:line="240" w:lineRule="auto"/>
              <w:ind w:left="31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look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fo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6"/>
              </w:rPr>
              <w:t>work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73" w:type="dxa"/>
            <w:gridSpan w:val="2"/>
            <w:tcBorders>
              <w:top w:val="single" w:sz="11.49296" w:space="0" w:color="181C1C"/>
              <w:bottom w:val="single" w:sz="11.49296" w:space="0" w:color="1F1F1F"/>
              <w:left w:val="single" w:sz="11.49296" w:space="0" w:color="232823"/>
              <w:right w:val="single" w:sz="11.49296" w:space="0" w:color="181C18"/>
            </w:tcBorders>
          </w:tcPr>
          <w:p>
            <w:pPr>
              <w:spacing w:before="14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8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</w:rPr>
              <w:t>8,870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30" w:type="dxa"/>
            <w:gridSpan w:val="2"/>
            <w:tcBorders>
              <w:top w:val="single" w:sz="11.49296" w:space="0" w:color="181C1C"/>
              <w:bottom w:val="single" w:sz="11.49296" w:space="0" w:color="1F1F1F"/>
              <w:left w:val="single" w:sz="11.49296" w:space="0" w:color="181C18"/>
              <w:right w:val="single" w:sz="9.577464" w:space="0" w:color="1F1F1F"/>
            </w:tcBorders>
          </w:tcPr>
          <w:p>
            <w:pPr>
              <w:spacing w:before="19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25" w:lineRule="exact"/>
              <w:ind w:left="54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5"/>
                <w:position w:val="-1"/>
              </w:rPr>
              <w:t>3,220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5" w:type="dxa"/>
            <w:gridSpan w:val="2"/>
            <w:tcBorders>
              <w:top w:val="single" w:sz="11.49296" w:space="0" w:color="181C1C"/>
              <w:bottom w:val="single" w:sz="11.49296" w:space="0" w:color="1F1F1F"/>
              <w:left w:val="single" w:sz="9.577464" w:space="0" w:color="1F1F1F"/>
              <w:right w:val="single" w:sz="11.49296" w:space="0" w:color="1F1F1F"/>
            </w:tcBorders>
          </w:tcPr>
          <w:p>
            <w:pPr>
              <w:spacing w:before="19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25" w:lineRule="exact"/>
              <w:ind w:left="54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9,320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8" w:type="dxa"/>
            <w:gridSpan w:val="2"/>
            <w:tcBorders>
              <w:top w:val="single" w:sz="11.49296" w:space="0" w:color="181C1C"/>
              <w:bottom w:val="single" w:sz="11.49296" w:space="0" w:color="1F1F1F"/>
              <w:left w:val="single" w:sz="11.49296" w:space="0" w:color="1F1F1F"/>
              <w:right w:val="single" w:sz="11.49296" w:space="0" w:color="1F2328"/>
            </w:tcBorders>
          </w:tcPr>
          <w:p>
            <w:pPr>
              <w:spacing w:before="19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25" w:lineRule="exact"/>
              <w:ind w:left="460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10,450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9" w:hRule="exact"/>
        </w:trPr>
        <w:tc>
          <w:tcPr>
            <w:tcW w:w="7870" w:type="dxa"/>
            <w:gridSpan w:val="8"/>
            <w:tcBorders>
              <w:top w:val="single" w:sz="11.49296" w:space="0" w:color="1F1F1F"/>
              <w:bottom w:val="single" w:sz="11.49296" w:space="0" w:color="181C1C"/>
              <w:left w:val="single" w:sz="9.577464" w:space="0" w:color="1F2323"/>
              <w:right w:val="single" w:sz="11.49296" w:space="0" w:color="1F1F1F"/>
            </w:tcBorders>
          </w:tcPr>
          <w:p>
            <w:pPr>
              <w:spacing w:before="18" w:after="0" w:line="240" w:lineRule="auto"/>
              <w:ind w:left="5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Reasons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4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fo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looking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4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fo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5"/>
              </w:rPr>
              <w:t>work: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118" w:type="dxa"/>
            <w:gridSpan w:val="2"/>
            <w:tcBorders>
              <w:top w:val="single" w:sz="11.49296" w:space="0" w:color="1F1F1F"/>
              <w:bottom w:val="single" w:sz="11.49296" w:space="0" w:color="181C1C"/>
              <w:left w:val="single" w:sz="11.49296" w:space="0" w:color="1F1F1F"/>
              <w:right w:val="single" w:sz="11.49296" w:space="0" w:color="1F2328"/>
            </w:tcBorders>
          </w:tcPr>
          <w:p>
            <w:pPr/>
            <w:rPr/>
          </w:p>
        </w:tc>
      </w:tr>
      <w:tr>
        <w:trPr>
          <w:trHeight w:val="259" w:hRule="exact"/>
        </w:trPr>
        <w:tc>
          <w:tcPr>
            <w:tcW w:w="4542" w:type="dxa"/>
            <w:gridSpan w:val="2"/>
            <w:tcBorders>
              <w:top w:val="single" w:sz="11.49296" w:space="0" w:color="181C1C"/>
              <w:bottom w:val="single" w:sz="11.49296" w:space="0" w:color="131818"/>
              <w:left w:val="single" w:sz="9.577464" w:space="0" w:color="1F2323"/>
              <w:right w:val="single" w:sz="11.49296" w:space="0" w:color="131313"/>
            </w:tcBorders>
          </w:tcPr>
          <w:p>
            <w:pPr>
              <w:spacing w:before="18" w:after="0" w:line="240" w:lineRule="auto"/>
              <w:ind w:left="91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Believ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job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7"/>
              </w:rPr>
              <w:t>available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73" w:type="dxa"/>
            <w:gridSpan w:val="2"/>
            <w:tcBorders>
              <w:top w:val="single" w:sz="11.49296" w:space="0" w:color="181C1C"/>
              <w:bottom w:val="single" w:sz="11.49296" w:space="0" w:color="131818"/>
              <w:left w:val="single" w:sz="11.49296" w:space="0" w:color="131313"/>
              <w:right w:val="single" w:sz="11.49296" w:space="0" w:color="0C0F0F"/>
            </w:tcBorders>
          </w:tcPr>
          <w:p>
            <w:pPr>
              <w:spacing w:before="0" w:after="0" w:line="240" w:lineRule="auto"/>
              <w:ind w:left="64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</w:rPr>
              <w:t>240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30" w:type="dxa"/>
            <w:gridSpan w:val="2"/>
            <w:tcBorders>
              <w:top w:val="single" w:sz="11.49296" w:space="0" w:color="181C1C"/>
              <w:bottom w:val="single" w:sz="11.49296" w:space="0" w:color="131818"/>
              <w:left w:val="single" w:sz="11.49296" w:space="0" w:color="0C0F0F"/>
              <w:right w:val="single" w:sz="9.577464" w:space="0" w:color="0F1313"/>
            </w:tcBorders>
          </w:tcPr>
          <w:p>
            <w:pPr>
              <w:spacing w:before="5" w:after="0" w:line="225" w:lineRule="exact"/>
              <w:ind w:left="71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7"/>
                <w:position w:val="-1"/>
              </w:rPr>
              <w:t>150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5" w:type="dxa"/>
            <w:gridSpan w:val="2"/>
            <w:tcBorders>
              <w:top w:val="single" w:sz="11.49296" w:space="0" w:color="181C1C"/>
              <w:bottom w:val="single" w:sz="11.49296" w:space="0" w:color="131818"/>
              <w:left w:val="single" w:sz="9.577464" w:space="0" w:color="0F1313"/>
              <w:right w:val="single" w:sz="11.49296" w:space="0" w:color="0C0F0F"/>
            </w:tcBorders>
          </w:tcPr>
          <w:p>
            <w:pPr>
              <w:spacing w:before="5" w:after="0" w:line="225" w:lineRule="exact"/>
              <w:ind w:left="711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5"/>
                <w:position w:val="-1"/>
              </w:rPr>
              <w:t>550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18" w:type="dxa"/>
            <w:gridSpan w:val="2"/>
            <w:tcBorders>
              <w:top w:val="single" w:sz="11.49296" w:space="0" w:color="181C1C"/>
              <w:bottom w:val="single" w:sz="11.49296" w:space="0" w:color="131818"/>
              <w:left w:val="single" w:sz="11.49296" w:space="0" w:color="0C0F0F"/>
              <w:right w:val="single" w:sz="11.49296" w:space="0" w:color="1F2328"/>
            </w:tcBorders>
          </w:tcPr>
          <w:p>
            <w:pPr>
              <w:spacing w:before="9" w:after="0" w:line="220" w:lineRule="exact"/>
              <w:ind w:left="70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670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9" w:hRule="exact"/>
        </w:trPr>
        <w:tc>
          <w:tcPr>
            <w:tcW w:w="4542" w:type="dxa"/>
            <w:gridSpan w:val="2"/>
            <w:tcBorders>
              <w:top w:val="single" w:sz="11.49296" w:space="0" w:color="131818"/>
              <w:bottom w:val="single" w:sz="11.49296" w:space="0" w:color="131818"/>
              <w:left w:val="single" w:sz="9.577464" w:space="0" w:color="1F2323"/>
              <w:right w:val="single" w:sz="11.49296" w:space="0" w:color="131313"/>
            </w:tcBorders>
          </w:tcPr>
          <w:p>
            <w:pPr>
              <w:spacing w:before="18" w:after="0" w:line="240" w:lineRule="auto"/>
              <w:ind w:left="90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Canno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fin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5"/>
              </w:rPr>
              <w:t>work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73" w:type="dxa"/>
            <w:gridSpan w:val="2"/>
            <w:tcBorders>
              <w:top w:val="single" w:sz="11.49296" w:space="0" w:color="131818"/>
              <w:bottom w:val="single" w:sz="11.49296" w:space="0" w:color="131818"/>
              <w:left w:val="single" w:sz="11.49296" w:space="0" w:color="131313"/>
              <w:right w:val="single" w:sz="11.49296" w:space="0" w:color="0C0F0F"/>
            </w:tcBorders>
          </w:tcPr>
          <w:p>
            <w:pPr>
              <w:spacing w:before="0" w:after="0" w:line="240" w:lineRule="auto"/>
              <w:ind w:left="48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</w:rPr>
              <w:t>2,850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30" w:type="dxa"/>
            <w:gridSpan w:val="2"/>
            <w:tcBorders>
              <w:top w:val="single" w:sz="11.49296" w:space="0" w:color="131818"/>
              <w:bottom w:val="single" w:sz="11.49296" w:space="0" w:color="131818"/>
              <w:left w:val="single" w:sz="11.49296" w:space="0" w:color="0C0F0F"/>
              <w:right w:val="single" w:sz="9.577464" w:space="0" w:color="0F1313"/>
            </w:tcBorders>
          </w:tcPr>
          <w:p>
            <w:pPr>
              <w:spacing w:before="5" w:after="0" w:line="225" w:lineRule="exact"/>
              <w:ind w:left="70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960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5" w:type="dxa"/>
            <w:gridSpan w:val="2"/>
            <w:tcBorders>
              <w:top w:val="single" w:sz="11.49296" w:space="0" w:color="131818"/>
              <w:bottom w:val="single" w:sz="11.49296" w:space="0" w:color="131818"/>
              <w:left w:val="single" w:sz="9.577464" w:space="0" w:color="0F1313"/>
              <w:right w:val="single" w:sz="11.49296" w:space="0" w:color="0C0F0F"/>
            </w:tcBorders>
          </w:tcPr>
          <w:p>
            <w:pPr>
              <w:spacing w:before="0" w:after="0" w:line="240" w:lineRule="auto"/>
              <w:ind w:left="55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7"/>
              </w:rPr>
              <w:t>1,380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18" w:type="dxa"/>
            <w:gridSpan w:val="2"/>
            <w:tcBorders>
              <w:top w:val="single" w:sz="11.49296" w:space="0" w:color="131818"/>
              <w:bottom w:val="single" w:sz="11.49296" w:space="0" w:color="131818"/>
              <w:left w:val="single" w:sz="11.49296" w:space="0" w:color="0C0F0F"/>
              <w:right w:val="single" w:sz="11.49296" w:space="0" w:color="1F2328"/>
            </w:tcBorders>
          </w:tcPr>
          <w:p>
            <w:pPr>
              <w:spacing w:before="14" w:after="0" w:line="215" w:lineRule="exact"/>
              <w:ind w:left="560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0"/>
                <w:position w:val="-1"/>
              </w:rPr>
              <w:t>11110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9" w:hRule="exact"/>
        </w:trPr>
        <w:tc>
          <w:tcPr>
            <w:tcW w:w="4542" w:type="dxa"/>
            <w:gridSpan w:val="2"/>
            <w:tcBorders>
              <w:top w:val="single" w:sz="11.49296" w:space="0" w:color="131818"/>
              <w:bottom w:val="single" w:sz="11.49296" w:space="0" w:color="0F1313"/>
              <w:left w:val="single" w:sz="9.577464" w:space="0" w:color="1F2323"/>
              <w:right w:val="single" w:sz="11.49296" w:space="0" w:color="131313"/>
            </w:tcBorders>
          </w:tcPr>
          <w:p>
            <w:pPr>
              <w:spacing w:before="18" w:after="0" w:line="240" w:lineRule="auto"/>
              <w:ind w:left="90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Schoo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6"/>
              </w:rPr>
              <w:t>attendance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73" w:type="dxa"/>
            <w:gridSpan w:val="2"/>
            <w:tcBorders>
              <w:top w:val="single" w:sz="11.49296" w:space="0" w:color="131818"/>
              <w:bottom w:val="single" w:sz="11.49296" w:space="0" w:color="0F1313"/>
              <w:left w:val="single" w:sz="11.49296" w:space="0" w:color="131313"/>
              <w:right w:val="single" w:sz="11.49296" w:space="0" w:color="0C0F0F"/>
            </w:tcBorders>
          </w:tcPr>
          <w:p>
            <w:pPr>
              <w:spacing w:before="0" w:after="0" w:line="240" w:lineRule="auto"/>
              <w:ind w:left="48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</w:rPr>
              <w:t>3,490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30" w:type="dxa"/>
            <w:gridSpan w:val="2"/>
            <w:tcBorders>
              <w:top w:val="single" w:sz="11.49296" w:space="0" w:color="131818"/>
              <w:bottom w:val="single" w:sz="11.49296" w:space="0" w:color="0F1313"/>
              <w:left w:val="single" w:sz="11.49296" w:space="0" w:color="0C0F0F"/>
              <w:right w:val="single" w:sz="9.577464" w:space="0" w:color="0F1313"/>
            </w:tcBorders>
          </w:tcPr>
          <w:p>
            <w:pPr>
              <w:spacing w:before="0" w:after="0" w:line="240" w:lineRule="auto"/>
              <w:ind w:left="54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4"/>
              </w:rPr>
              <w:t>2,260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25" w:type="dxa"/>
            <w:gridSpan w:val="2"/>
            <w:tcBorders>
              <w:top w:val="single" w:sz="11.49296" w:space="0" w:color="131818"/>
              <w:bottom w:val="single" w:sz="11.49296" w:space="0" w:color="0F1313"/>
              <w:left w:val="single" w:sz="9.577464" w:space="0" w:color="0F1313"/>
              <w:right w:val="single" w:sz="11.49296" w:space="0" w:color="0C0F0F"/>
            </w:tcBorders>
          </w:tcPr>
          <w:p>
            <w:pPr>
              <w:spacing w:before="0" w:after="0" w:line="240" w:lineRule="auto"/>
              <w:ind w:left="54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</w:rPr>
              <w:t>2,620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18" w:type="dxa"/>
            <w:gridSpan w:val="2"/>
            <w:tcBorders>
              <w:top w:val="single" w:sz="11.49296" w:space="0" w:color="131818"/>
              <w:bottom w:val="single" w:sz="11.49296" w:space="0" w:color="0F1313"/>
              <w:left w:val="single" w:sz="11.49296" w:space="0" w:color="0C0F0F"/>
              <w:right w:val="single" w:sz="11.49296" w:space="0" w:color="1F2328"/>
            </w:tcBorders>
          </w:tcPr>
          <w:p>
            <w:pPr>
              <w:spacing w:before="5" w:after="0" w:line="225" w:lineRule="exact"/>
              <w:ind w:left="54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5"/>
                <w:position w:val="-1"/>
              </w:rPr>
              <w:t>5,200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6" w:hRule="exact"/>
        </w:trPr>
        <w:tc>
          <w:tcPr>
            <w:tcW w:w="4542" w:type="dxa"/>
            <w:gridSpan w:val="2"/>
            <w:tcBorders>
              <w:top w:val="single" w:sz="11.49296" w:space="0" w:color="0F1313"/>
              <w:bottom w:val="single" w:sz="11.49296" w:space="0" w:color="0F1313"/>
              <w:left w:val="single" w:sz="9.577464" w:space="0" w:color="1F2323"/>
              <w:right w:val="single" w:sz="11.49296" w:space="0" w:color="131313"/>
            </w:tcBorders>
          </w:tcPr>
          <w:p>
            <w:pPr>
              <w:spacing w:before="13" w:after="0" w:line="240" w:lineRule="auto"/>
              <w:ind w:left="90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Famil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6"/>
              </w:rPr>
              <w:t>Responsibility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73" w:type="dxa"/>
            <w:gridSpan w:val="2"/>
            <w:tcBorders>
              <w:top w:val="single" w:sz="11.49296" w:space="0" w:color="0F1313"/>
              <w:bottom w:val="single" w:sz="11.49296" w:space="0" w:color="0F1313"/>
              <w:left w:val="single" w:sz="11.49296" w:space="0" w:color="131313"/>
              <w:right w:val="single" w:sz="11.49296" w:space="0" w:color="0C0F0F"/>
            </w:tcBorders>
          </w:tcPr>
          <w:p>
            <w:pPr>
              <w:spacing w:before="0" w:after="0" w:line="225" w:lineRule="exact"/>
              <w:ind w:left="49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7"/>
              </w:rPr>
              <w:t>1,660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30" w:type="dxa"/>
            <w:gridSpan w:val="2"/>
            <w:tcBorders>
              <w:top w:val="single" w:sz="11.49296" w:space="0" w:color="0F1313"/>
              <w:bottom w:val="single" w:sz="11.49296" w:space="0" w:color="0F1313"/>
              <w:left w:val="single" w:sz="11.49296" w:space="0" w:color="0C0F0F"/>
              <w:right w:val="single" w:sz="9.577464" w:space="0" w:color="0F1313"/>
            </w:tcBorders>
          </w:tcPr>
          <w:p>
            <w:pPr>
              <w:spacing w:before="5" w:after="0" w:line="223" w:lineRule="exact"/>
              <w:ind w:left="70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4"/>
                <w:position w:val="-1"/>
              </w:rPr>
              <w:t>960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5" w:type="dxa"/>
            <w:gridSpan w:val="2"/>
            <w:tcBorders>
              <w:top w:val="single" w:sz="11.49296" w:space="0" w:color="0F1313"/>
              <w:bottom w:val="single" w:sz="11.49296" w:space="0" w:color="0F1313"/>
              <w:left w:val="single" w:sz="9.577464" w:space="0" w:color="0F1313"/>
              <w:right w:val="single" w:sz="11.49296" w:space="0" w:color="0C0F0F"/>
            </w:tcBorders>
          </w:tcPr>
          <w:p>
            <w:pPr>
              <w:spacing w:before="0" w:after="0" w:line="227" w:lineRule="exact"/>
              <w:ind w:left="54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5"/>
              </w:rPr>
              <w:t>2,080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18" w:type="dxa"/>
            <w:gridSpan w:val="2"/>
            <w:tcBorders>
              <w:top w:val="single" w:sz="11.49296" w:space="0" w:color="0F1313"/>
              <w:bottom w:val="single" w:sz="11.49296" w:space="0" w:color="0F1313"/>
              <w:left w:val="single" w:sz="11.49296" w:space="0" w:color="0C0F0F"/>
              <w:right w:val="single" w:sz="11.49296" w:space="0" w:color="1F2328"/>
            </w:tcBorders>
          </w:tcPr>
          <w:p>
            <w:pPr>
              <w:spacing w:before="5" w:after="0" w:line="223" w:lineRule="exact"/>
              <w:ind w:left="541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3,100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9" w:hRule="exact"/>
        </w:trPr>
        <w:tc>
          <w:tcPr>
            <w:tcW w:w="4542" w:type="dxa"/>
            <w:gridSpan w:val="2"/>
            <w:tcBorders>
              <w:top w:val="single" w:sz="11.49296" w:space="0" w:color="0F1313"/>
              <w:bottom w:val="single" w:sz="11.49296" w:space="0" w:color="131818"/>
              <w:left w:val="single" w:sz="11.49296" w:space="0" w:color="343434"/>
              <w:right w:val="single" w:sz="11.49296" w:space="0" w:color="131313"/>
            </w:tcBorders>
          </w:tcPr>
          <w:p>
            <w:pPr>
              <w:spacing w:before="15" w:after="0" w:line="240" w:lineRule="auto"/>
              <w:ind w:left="90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Canno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arrange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3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0"/>
              </w:rPr>
              <w:t>child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7"/>
              </w:rPr>
              <w:t>care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73" w:type="dxa"/>
            <w:gridSpan w:val="2"/>
            <w:tcBorders>
              <w:top w:val="single" w:sz="11.49296" w:space="0" w:color="0F1313"/>
              <w:bottom w:val="single" w:sz="11.49296" w:space="0" w:color="131818"/>
              <w:left w:val="single" w:sz="11.49296" w:space="0" w:color="131313"/>
              <w:right w:val="single" w:sz="11.49296" w:space="0" w:color="0C0F0F"/>
            </w:tcBorders>
          </w:tcPr>
          <w:p>
            <w:pPr>
              <w:spacing w:before="0" w:after="0" w:line="228" w:lineRule="exact"/>
              <w:ind w:left="49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</w:rPr>
              <w:t>1,430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30" w:type="dxa"/>
            <w:gridSpan w:val="2"/>
            <w:tcBorders>
              <w:top w:val="single" w:sz="11.49296" w:space="0" w:color="0F1313"/>
              <w:bottom w:val="single" w:sz="11.49296" w:space="0" w:color="131818"/>
              <w:left w:val="single" w:sz="11.49296" w:space="0" w:color="0C0F0F"/>
              <w:right w:val="single" w:sz="9.577464" w:space="0" w:color="0F1313"/>
            </w:tcBorders>
          </w:tcPr>
          <w:p>
            <w:pPr>
              <w:spacing w:before="7" w:after="0" w:line="223" w:lineRule="exact"/>
              <w:ind w:left="6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4"/>
                <w:position w:val="-1"/>
              </w:rPr>
              <w:t>480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5" w:type="dxa"/>
            <w:gridSpan w:val="2"/>
            <w:tcBorders>
              <w:top w:val="single" w:sz="11.49296" w:space="0" w:color="0F1313"/>
              <w:bottom w:val="single" w:sz="11.49296" w:space="0" w:color="131818"/>
              <w:left w:val="single" w:sz="9.577464" w:space="0" w:color="0F1313"/>
              <w:right w:val="single" w:sz="11.49296" w:space="0" w:color="0C0F0F"/>
            </w:tcBorders>
          </w:tcPr>
          <w:p>
            <w:pPr>
              <w:spacing w:before="2" w:after="0" w:line="227" w:lineRule="exact"/>
              <w:ind w:left="55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</w:rPr>
              <w:t>1,060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18" w:type="dxa"/>
            <w:gridSpan w:val="2"/>
            <w:tcBorders>
              <w:top w:val="single" w:sz="11.49296" w:space="0" w:color="0F1313"/>
              <w:bottom w:val="single" w:sz="11.49296" w:space="0" w:color="131818"/>
              <w:left w:val="single" w:sz="11.49296" w:space="0" w:color="0C0F0F"/>
              <w:right w:val="single" w:sz="11.49296" w:space="0" w:color="1F2328"/>
            </w:tcBorders>
          </w:tcPr>
          <w:p>
            <w:pPr>
              <w:spacing w:before="12" w:after="0" w:line="218" w:lineRule="exact"/>
              <w:ind w:left="69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7"/>
                <w:position w:val="-1"/>
              </w:rPr>
              <w:t>530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54" w:hRule="exact"/>
        </w:trPr>
        <w:tc>
          <w:tcPr>
            <w:tcW w:w="4542" w:type="dxa"/>
            <w:gridSpan w:val="2"/>
            <w:tcBorders>
              <w:top w:val="single" w:sz="11.49296" w:space="0" w:color="131818"/>
              <w:bottom w:val="single" w:sz="11.49296" w:space="0" w:color="343434"/>
              <w:left w:val="single" w:sz="11.49296" w:space="0" w:color="343434"/>
              <w:right w:val="single" w:sz="11.49296" w:space="0" w:color="131313"/>
            </w:tcBorders>
          </w:tcPr>
          <w:p>
            <w:pPr>
              <w:spacing w:before="20" w:after="0" w:line="205" w:lineRule="exact"/>
              <w:ind w:left="90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70808"/>
                <w:spacing w:val="0"/>
                <w:w w:val="105"/>
                <w:position w:val="-1"/>
              </w:rPr>
              <w:t>Others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073" w:type="dxa"/>
            <w:gridSpan w:val="2"/>
            <w:tcBorders>
              <w:top w:val="single" w:sz="11.49296" w:space="0" w:color="131818"/>
              <w:bottom w:val="single" w:sz="9.577464" w:space="0" w:color="131313"/>
              <w:left w:val="single" w:sz="11.49296" w:space="0" w:color="131313"/>
              <w:right w:val="single" w:sz="11.49296" w:space="0" w:color="0C0F0F"/>
            </w:tcBorders>
          </w:tcPr>
          <w:p>
            <w:pPr>
              <w:spacing w:before="0" w:after="0" w:line="228" w:lineRule="exact"/>
              <w:ind w:left="49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-2"/>
                <w:w w:val="11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1A232A"/>
                <w:spacing w:val="-8"/>
                <w:w w:val="115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8"/>
              </w:rPr>
              <w:t>270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30" w:type="dxa"/>
            <w:gridSpan w:val="2"/>
            <w:tcBorders>
              <w:top w:val="single" w:sz="11.49296" w:space="0" w:color="131818"/>
              <w:bottom w:val="single" w:sz="9.577464" w:space="0" w:color="131313"/>
              <w:left w:val="single" w:sz="11.49296" w:space="0" w:color="0C0F0F"/>
              <w:right w:val="single" w:sz="9.577464" w:space="0" w:color="0F1313"/>
            </w:tcBorders>
          </w:tcPr>
          <w:p>
            <w:pPr>
              <w:spacing w:before="2" w:after="0" w:line="225" w:lineRule="exact"/>
              <w:ind w:left="551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7"/>
                <w:position w:val="-1"/>
              </w:rPr>
              <w:t>1,890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125" w:type="dxa"/>
            <w:gridSpan w:val="2"/>
            <w:tcBorders>
              <w:top w:val="single" w:sz="11.49296" w:space="0" w:color="131818"/>
              <w:bottom w:val="single" w:sz="9.577464" w:space="0" w:color="131313"/>
              <w:left w:val="single" w:sz="9.577464" w:space="0" w:color="0F1313"/>
              <w:right w:val="single" w:sz="11.49296" w:space="0" w:color="0C0F0F"/>
            </w:tcBorders>
          </w:tcPr>
          <w:p>
            <w:pPr>
              <w:spacing w:before="0" w:after="0" w:line="228" w:lineRule="exact"/>
              <w:ind w:left="539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7"/>
              </w:rPr>
              <w:t>2,840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118" w:type="dxa"/>
            <w:gridSpan w:val="2"/>
            <w:tcBorders>
              <w:top w:val="single" w:sz="11.49296" w:space="0" w:color="131818"/>
              <w:bottom w:val="single" w:sz="9.577464" w:space="0" w:color="131313"/>
              <w:left w:val="single" w:sz="11.49296" w:space="0" w:color="0C0F0F"/>
              <w:right w:val="single" w:sz="11.49296" w:space="0" w:color="1F2328"/>
            </w:tcBorders>
          </w:tcPr>
          <w:p>
            <w:pPr>
              <w:spacing w:before="7" w:after="0" w:line="220" w:lineRule="exact"/>
              <w:ind w:left="551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-6"/>
                <w:w w:val="119"/>
                <w:position w:val="-1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424442"/>
                <w:spacing w:val="-3"/>
                <w:w w:val="98"/>
                <w:position w:val="-1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70808"/>
                <w:spacing w:val="0"/>
                <w:w w:val="106"/>
                <w:position w:val="-1"/>
              </w:rPr>
              <w:t>930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305" w:lineRule="auto"/>
        <w:ind w:left="175" w:right="589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87.873238pt;margin-top:.706405pt;width:449.422536pt;height:.1pt;mso-position-horizontal-relative:page;mso-position-vertical-relative:paragraph;z-index:-1154" coordorigin="1757,14" coordsize="8988,2">
            <v:shape style="position:absolute;left:1757;top:14;width:8988;height:2" coordorigin="1757,14" coordsize="8988,0" path="m1757,14l10746,14e" filled="f" stroked="t" strokeweight="1.197183pt" strokecolor="#0F0F0F">
              <v:path arrowok="t"/>
            </v:shape>
          </v:group>
          <w10:wrap type="none"/>
        </w:pict>
      </w:r>
      <w:r>
        <w:rPr/>
        <w:pict>
          <v:group style="position:absolute;margin-left:87.633804pt;margin-top:26.826828pt;width:449.661972pt;height:.1pt;mso-position-horizontal-relative:page;mso-position-vertical-relative:paragraph;z-index:-1153" coordorigin="1753,537" coordsize="8993,2">
            <v:shape style="position:absolute;left:1753;top:537;width:8993;height:2" coordorigin="1753,537" coordsize="8993,0" path="m1753,537l10746,537e" filled="f" stroked="t" strokeweight="1.197183pt" strokecolor="#131313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NOTES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Su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70808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70808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detail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70808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may</w:t>
      </w:r>
      <w:r>
        <w:rPr>
          <w:rFonts w:ascii="Arial" w:hAnsi="Arial" w:cs="Arial" w:eastAsia="Arial"/>
          <w:sz w:val="18"/>
          <w:szCs w:val="18"/>
          <w:color w:val="070808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no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70808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equal</w:t>
      </w:r>
      <w:r>
        <w:rPr>
          <w:rFonts w:ascii="Arial" w:hAnsi="Arial" w:cs="Arial" w:eastAsia="Arial"/>
          <w:sz w:val="18"/>
          <w:szCs w:val="18"/>
          <w:color w:val="070808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total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70808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due</w:t>
      </w:r>
      <w:r>
        <w:rPr>
          <w:rFonts w:ascii="Arial" w:hAnsi="Arial" w:cs="Arial" w:eastAsia="Arial"/>
          <w:sz w:val="18"/>
          <w:szCs w:val="18"/>
          <w:color w:val="070808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70808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rounding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4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Fo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70808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coverage</w:t>
      </w:r>
      <w:r>
        <w:rPr>
          <w:rFonts w:ascii="Arial" w:hAnsi="Arial" w:cs="Arial" w:eastAsia="Arial"/>
          <w:sz w:val="18"/>
          <w:szCs w:val="18"/>
          <w:color w:val="070808"/>
          <w:spacing w:val="3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70808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survey</w:t>
      </w:r>
      <w:r>
        <w:rPr>
          <w:rFonts w:ascii="Arial" w:hAnsi="Arial" w:cs="Arial" w:eastAsia="Arial"/>
          <w:sz w:val="18"/>
          <w:szCs w:val="18"/>
          <w:color w:val="070808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and</w:t>
      </w:r>
      <w:r>
        <w:rPr>
          <w:rFonts w:ascii="Arial" w:hAnsi="Arial" w:cs="Arial" w:eastAsia="Arial"/>
          <w:sz w:val="18"/>
          <w:szCs w:val="18"/>
          <w:color w:val="070808"/>
          <w:spacing w:val="1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5"/>
        </w:rPr>
        <w:t>definitions,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5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refe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70808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70808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5"/>
        </w:rPr>
        <w:t>EXPLANATORY</w:t>
      </w:r>
      <w:r>
        <w:rPr>
          <w:rFonts w:ascii="Arial" w:hAnsi="Arial" w:cs="Arial" w:eastAsia="Arial"/>
          <w:sz w:val="18"/>
          <w:szCs w:val="18"/>
          <w:color w:val="070808"/>
          <w:spacing w:val="-9"/>
          <w:w w:val="105"/>
        </w:rPr>
        <w:t> </w:t>
      </w:r>
      <w:r>
        <w:rPr>
          <w:rFonts w:ascii="Arial" w:hAnsi="Arial" w:cs="Arial" w:eastAsia="Arial"/>
          <w:sz w:val="18"/>
          <w:szCs w:val="18"/>
          <w:color w:val="070808"/>
          <w:spacing w:val="0"/>
          <w:w w:val="107"/>
        </w:rPr>
        <w:t>NOTE.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sectPr>
      <w:pgSz w:w="12260" w:h="15860"/>
      <w:pgMar w:top="1480" w:bottom="280" w:left="1640" w:right="1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hyperlink" Target="mailto:linda.susuico@dphss.guam.gov" TargetMode="External"/><Relationship Id="rId9" Type="http://schemas.openxmlformats.org/officeDocument/2006/relationships/hyperlink" Target="http://www.bls.gov/data/)" TargetMode="External"/><Relationship Id="rId10" Type="http://schemas.openxmlformats.org/officeDocument/2006/relationships/image" Target="media/image4.jpg"/><Relationship Id="rId11" Type="http://schemas.openxmlformats.org/officeDocument/2006/relationships/image" Target="media/image5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2012-09-18T16:46:03Z</dcterms:created>
  <dcterms:modified xsi:type="dcterms:W3CDTF">2012-09-18T16:46:03Z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2012-09-17T00:00:00Z</vt:filetime>
  </property>
  <property fmtid="{D5CDD505-2E9C-101B-9397-08002B2CF9AE}" pid="3" name="LastSaved">
    <vt:filetime>2012-09-18T00:00:00Z</vt:filetime>
  </property>
</Properties>
</file>